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7258" w14:textId="77777777" w:rsidR="00E40DA0" w:rsidRPr="007268BA" w:rsidRDefault="00000000" w:rsidP="00256A9B">
      <w:pPr>
        <w:pStyle w:val="NormalWeb"/>
        <w:tabs>
          <w:tab w:val="right" w:pos="8653"/>
        </w:tabs>
        <w:rPr>
          <w:rStyle w:val="normaltextrun"/>
          <w:rFonts w:ascii="Verdana" w:hAnsi="Verdana"/>
          <w:b/>
          <w:bCs/>
          <w:color w:val="000000"/>
          <w:sz w:val="32"/>
          <w:szCs w:val="32"/>
          <w:shd w:val="clear" w:color="auto" w:fill="FFFFFF"/>
          <w:lang w:val="sv-SE"/>
        </w:rPr>
      </w:pPr>
      <w:r>
        <w:rPr>
          <w:rStyle w:val="normaltextrun"/>
          <w:rFonts w:ascii="Verdana" w:eastAsia="Verdana" w:hAnsi="Verdana"/>
          <w:b/>
          <w:bCs/>
          <w:color w:val="000000"/>
          <w:sz w:val="32"/>
          <w:szCs w:val="32"/>
          <w:shd w:val="clear" w:color="auto" w:fill="FFFFFF"/>
          <w:lang w:val="sv-SE"/>
        </w:rPr>
        <w:tab/>
        <w:t>Pressmeddelande</w:t>
      </w:r>
    </w:p>
    <w:p w14:paraId="05344787" w14:textId="77777777" w:rsidR="008736F3" w:rsidRPr="007268BA" w:rsidRDefault="00000000" w:rsidP="008736F3">
      <w:pPr>
        <w:rPr>
          <w:rFonts w:ascii="Verdana" w:hAnsi="Verdana"/>
          <w:sz w:val="24"/>
          <w:szCs w:val="24"/>
          <w:u w:val="single"/>
          <w:lang w:val="sv-SE"/>
        </w:rPr>
      </w:pPr>
      <w:r>
        <w:rPr>
          <w:rFonts w:ascii="Verdana" w:eastAsia="Verdana" w:hAnsi="Verdana"/>
          <w:sz w:val="24"/>
          <w:szCs w:val="24"/>
          <w:u w:val="single"/>
          <w:lang w:val="sv-SE"/>
        </w:rPr>
        <w:t xml:space="preserve">Nya växellådor och integrerad </w:t>
      </w:r>
      <w:proofErr w:type="spellStart"/>
      <w:r>
        <w:rPr>
          <w:rFonts w:ascii="Verdana" w:eastAsia="Verdana" w:hAnsi="Verdana"/>
          <w:sz w:val="24"/>
          <w:szCs w:val="24"/>
          <w:u w:val="single"/>
          <w:lang w:val="sv-SE"/>
        </w:rPr>
        <w:t>AutoTrac</w:t>
      </w:r>
      <w:r>
        <w:rPr>
          <w:rFonts w:ascii="Verdana" w:eastAsia="Verdana" w:hAnsi="Verdana"/>
          <w:sz w:val="24"/>
          <w:szCs w:val="24"/>
          <w:u w:val="single"/>
          <w:vertAlign w:val="superscript"/>
          <w:lang w:val="sv-SE"/>
        </w:rPr>
        <w:t>TM</w:t>
      </w:r>
      <w:proofErr w:type="spellEnd"/>
    </w:p>
    <w:p w14:paraId="41A8CA4E" w14:textId="77777777" w:rsidR="008736F3" w:rsidRPr="007268BA" w:rsidRDefault="00000000" w:rsidP="008736F3">
      <w:pPr>
        <w:rPr>
          <w:rFonts w:ascii="Verdana" w:hAnsi="Verdana"/>
          <w:b/>
          <w:bCs/>
          <w:sz w:val="32"/>
          <w:szCs w:val="32"/>
          <w:lang w:val="sv-SE"/>
        </w:rPr>
      </w:pPr>
      <w:r>
        <w:rPr>
          <w:rFonts w:ascii="Verdana" w:eastAsia="Verdana" w:hAnsi="Verdana"/>
          <w:b/>
          <w:bCs/>
          <w:sz w:val="32"/>
          <w:szCs w:val="32"/>
          <w:lang w:val="sv-SE"/>
        </w:rPr>
        <w:t xml:space="preserve">John Deere introducerar en ny 5M-traktor </w:t>
      </w:r>
    </w:p>
    <w:p w14:paraId="0365EF04" w14:textId="77777777" w:rsidR="008736F3" w:rsidRPr="007268BA" w:rsidRDefault="008736F3" w:rsidP="008736F3">
      <w:pPr>
        <w:jc w:val="both"/>
        <w:rPr>
          <w:rFonts w:ascii="Verdana" w:hAnsi="Verdana"/>
          <w:sz w:val="24"/>
          <w:szCs w:val="24"/>
          <w:lang w:val="sv-SE"/>
        </w:rPr>
      </w:pPr>
    </w:p>
    <w:p w14:paraId="788F2B17" w14:textId="446A9593" w:rsidR="008736F3" w:rsidRPr="007268BA" w:rsidRDefault="00000000" w:rsidP="00345E43">
      <w:pPr>
        <w:spacing w:line="276" w:lineRule="auto"/>
        <w:jc w:val="both"/>
        <w:rPr>
          <w:rFonts w:ascii="Verdana" w:hAnsi="Verdana"/>
          <w:sz w:val="24"/>
          <w:szCs w:val="24"/>
          <w:lang w:val="sv-SE"/>
        </w:rPr>
      </w:pPr>
      <w:proofErr w:type="spellStart"/>
      <w:r>
        <w:rPr>
          <w:rFonts w:ascii="Verdana" w:eastAsia="Verdana" w:hAnsi="Verdana"/>
          <w:i/>
          <w:iCs/>
          <w:sz w:val="24"/>
          <w:szCs w:val="24"/>
          <w:lang w:val="sv-SE"/>
        </w:rPr>
        <w:t>Walldorf</w:t>
      </w:r>
      <w:proofErr w:type="spellEnd"/>
      <w:r>
        <w:rPr>
          <w:rFonts w:ascii="Verdana" w:eastAsia="Verdana" w:hAnsi="Verdana"/>
          <w:i/>
          <w:iCs/>
          <w:sz w:val="24"/>
          <w:szCs w:val="24"/>
          <w:lang w:val="sv-SE"/>
        </w:rPr>
        <w:t xml:space="preserve">, 15 </w:t>
      </w:r>
      <w:r w:rsidR="00C33E8E">
        <w:rPr>
          <w:rFonts w:ascii="Verdana" w:eastAsia="Verdana" w:hAnsi="Verdana"/>
          <w:i/>
          <w:iCs/>
          <w:sz w:val="24"/>
          <w:szCs w:val="24"/>
          <w:lang w:val="sv-SE"/>
        </w:rPr>
        <w:t xml:space="preserve">mars </w:t>
      </w:r>
      <w:r>
        <w:rPr>
          <w:rFonts w:ascii="Verdana" w:eastAsia="Verdana" w:hAnsi="Verdana"/>
          <w:i/>
          <w:iCs/>
          <w:sz w:val="24"/>
          <w:szCs w:val="24"/>
          <w:lang w:val="sv-SE"/>
        </w:rPr>
        <w:t>2024</w:t>
      </w:r>
      <w:r>
        <w:rPr>
          <w:rFonts w:ascii="Verdana" w:eastAsia="Verdana" w:hAnsi="Verdana"/>
          <w:sz w:val="24"/>
          <w:szCs w:val="24"/>
          <w:lang w:val="sv-SE"/>
        </w:rPr>
        <w:t xml:space="preserve"> ‒ John Deeres nya 5M-traktorer finns tillgängliga med nya växellådor och </w:t>
      </w:r>
      <w:proofErr w:type="spellStart"/>
      <w:r>
        <w:rPr>
          <w:rFonts w:ascii="Verdana" w:eastAsia="Verdana" w:hAnsi="Verdana"/>
          <w:sz w:val="24"/>
          <w:szCs w:val="24"/>
          <w:lang w:val="sv-SE"/>
        </w:rPr>
        <w:t>AutoTrac</w:t>
      </w:r>
      <w:r>
        <w:rPr>
          <w:rFonts w:ascii="Verdana" w:eastAsia="Verdana" w:hAnsi="Verdana"/>
          <w:sz w:val="24"/>
          <w:szCs w:val="24"/>
          <w:vertAlign w:val="superscript"/>
          <w:lang w:val="sv-SE"/>
        </w:rPr>
        <w:t>TM</w:t>
      </w:r>
      <w:proofErr w:type="spellEnd"/>
      <w:r>
        <w:rPr>
          <w:rFonts w:ascii="Verdana" w:eastAsia="Verdana" w:hAnsi="Verdana"/>
          <w:sz w:val="24"/>
          <w:szCs w:val="24"/>
          <w:lang w:val="sv-SE"/>
        </w:rPr>
        <w:t xml:space="preserve"> funktioner integrerade i instrumentpanelen. Det gör dem till mångsidiga maskiner på fältet, i djurstallar och på vägen. John Deere 5M-serien har fått en ny toppmodell, 5130M, vilket ökar valfriheten i det övre effektsegmentet med en max. effekt på upp till 135 hk.</w:t>
      </w:r>
    </w:p>
    <w:p w14:paraId="27750BDD" w14:textId="77777777" w:rsidR="008736F3" w:rsidRPr="007268BA" w:rsidRDefault="008736F3" w:rsidP="00345E43">
      <w:pPr>
        <w:spacing w:line="276" w:lineRule="auto"/>
        <w:jc w:val="both"/>
        <w:rPr>
          <w:rFonts w:ascii="Verdana" w:hAnsi="Verdana"/>
          <w:sz w:val="24"/>
          <w:szCs w:val="24"/>
          <w:lang w:val="sv-SE"/>
        </w:rPr>
      </w:pPr>
    </w:p>
    <w:p w14:paraId="5054F686" w14:textId="77777777" w:rsidR="008736F3" w:rsidRPr="007268BA" w:rsidRDefault="00000000" w:rsidP="00345E43">
      <w:pPr>
        <w:spacing w:line="276" w:lineRule="auto"/>
        <w:jc w:val="both"/>
        <w:rPr>
          <w:rFonts w:ascii="Verdana" w:hAnsi="Verdana"/>
          <w:sz w:val="24"/>
          <w:szCs w:val="24"/>
          <w:lang w:val="sv-SE"/>
        </w:rPr>
      </w:pPr>
      <w:r>
        <w:rPr>
          <w:rFonts w:ascii="Verdana" w:eastAsia="Verdana" w:hAnsi="Verdana"/>
          <w:sz w:val="24"/>
          <w:szCs w:val="24"/>
          <w:lang w:val="sv-SE"/>
        </w:rPr>
        <w:t xml:space="preserve">Lantbrukare får också större valfrihet genom nya </w:t>
      </w:r>
      <w:proofErr w:type="spellStart"/>
      <w:r>
        <w:rPr>
          <w:rFonts w:ascii="Verdana" w:eastAsia="Verdana" w:hAnsi="Verdana"/>
          <w:sz w:val="24"/>
          <w:szCs w:val="24"/>
          <w:lang w:val="sv-SE"/>
        </w:rPr>
        <w:t>PowrQuad</w:t>
      </w:r>
      <w:r>
        <w:rPr>
          <w:rFonts w:ascii="Verdana" w:eastAsia="Verdana" w:hAnsi="Verdana"/>
          <w:sz w:val="24"/>
          <w:szCs w:val="24"/>
          <w:vertAlign w:val="superscript"/>
          <w:lang w:val="sv-SE"/>
        </w:rPr>
        <w:t>TM</w:t>
      </w:r>
      <w:proofErr w:type="spellEnd"/>
      <w:r>
        <w:rPr>
          <w:rFonts w:ascii="Verdana" w:eastAsia="Verdana" w:hAnsi="Verdana"/>
          <w:sz w:val="24"/>
          <w:szCs w:val="24"/>
          <w:lang w:val="sv-SE"/>
        </w:rPr>
        <w:t xml:space="preserve"> PLUS och Powr8</w:t>
      </w:r>
      <w:r>
        <w:rPr>
          <w:rFonts w:ascii="Verdana" w:eastAsia="Verdana" w:hAnsi="Verdana"/>
          <w:sz w:val="24"/>
          <w:szCs w:val="24"/>
          <w:vertAlign w:val="superscript"/>
          <w:lang w:val="sv-SE"/>
        </w:rPr>
        <w:t>TM</w:t>
      </w:r>
      <w:r>
        <w:rPr>
          <w:rFonts w:ascii="Verdana" w:eastAsia="Verdana" w:hAnsi="Verdana"/>
          <w:sz w:val="24"/>
          <w:szCs w:val="24"/>
          <w:lang w:val="sv-SE"/>
        </w:rPr>
        <w:t xml:space="preserve"> växellådorna, som ökar antalet lösningar för många olika jobb. Tekniken ger förare tillgång till kontinuerlig dragkraft med mjuka växelbyten inom den valda växelgruppen. En knapp på växelspaken eliminerar också behovet av manuell koppling vid växling mellan växelgrupper. Med </w:t>
      </w:r>
      <w:proofErr w:type="spellStart"/>
      <w:r>
        <w:rPr>
          <w:rFonts w:ascii="Verdana" w:eastAsia="Verdana" w:hAnsi="Verdana"/>
          <w:sz w:val="24"/>
          <w:szCs w:val="24"/>
          <w:lang w:val="sv-SE"/>
        </w:rPr>
        <w:t>EcoShift</w:t>
      </w:r>
      <w:proofErr w:type="spellEnd"/>
      <w:r>
        <w:rPr>
          <w:rFonts w:ascii="Verdana" w:eastAsia="Verdana" w:hAnsi="Verdana"/>
          <w:sz w:val="24"/>
          <w:szCs w:val="24"/>
          <w:lang w:val="sv-SE"/>
        </w:rPr>
        <w:t xml:space="preserve">-funktionen kör 5M med ett lägre </w:t>
      </w:r>
      <w:proofErr w:type="spellStart"/>
      <w:r>
        <w:rPr>
          <w:rFonts w:ascii="Verdana" w:eastAsia="Verdana" w:hAnsi="Verdana"/>
          <w:sz w:val="24"/>
          <w:szCs w:val="24"/>
          <w:lang w:val="sv-SE"/>
        </w:rPr>
        <w:t>motorvarval</w:t>
      </w:r>
      <w:proofErr w:type="spellEnd"/>
      <w:r>
        <w:rPr>
          <w:rFonts w:ascii="Verdana" w:eastAsia="Verdana" w:hAnsi="Verdana"/>
          <w:sz w:val="24"/>
          <w:szCs w:val="24"/>
          <w:lang w:val="sv-SE"/>
        </w:rPr>
        <w:t xml:space="preserve"> för lägre bränsleförbrukning, medan den samtidigt levererar tillräckligt med kraft för effektiva transportarbeten i upp till 40 km/h.</w:t>
      </w:r>
    </w:p>
    <w:p w14:paraId="66825954" w14:textId="77777777" w:rsidR="008736F3" w:rsidRPr="007268BA" w:rsidRDefault="008736F3" w:rsidP="00345E43">
      <w:pPr>
        <w:spacing w:line="276" w:lineRule="auto"/>
        <w:jc w:val="both"/>
        <w:rPr>
          <w:rFonts w:ascii="Verdana" w:hAnsi="Verdana"/>
          <w:sz w:val="24"/>
          <w:szCs w:val="24"/>
          <w:lang w:val="sv-SE"/>
        </w:rPr>
      </w:pPr>
    </w:p>
    <w:p w14:paraId="31A9E5E0" w14:textId="77777777" w:rsidR="008736F3" w:rsidRPr="007268BA" w:rsidRDefault="00000000" w:rsidP="00345E43">
      <w:pPr>
        <w:spacing w:line="276" w:lineRule="auto"/>
        <w:jc w:val="both"/>
        <w:rPr>
          <w:rFonts w:ascii="Verdana" w:hAnsi="Verdana"/>
          <w:sz w:val="24"/>
          <w:szCs w:val="24"/>
          <w:lang w:val="sv-SE"/>
        </w:rPr>
      </w:pPr>
      <w:r>
        <w:rPr>
          <w:rFonts w:ascii="Verdana" w:eastAsia="Verdana" w:hAnsi="Verdana"/>
          <w:sz w:val="24"/>
          <w:szCs w:val="24"/>
          <w:lang w:val="sv-SE"/>
        </w:rPr>
        <w:t xml:space="preserve">Integrationen av </w:t>
      </w:r>
      <w:proofErr w:type="spellStart"/>
      <w:r>
        <w:rPr>
          <w:rFonts w:ascii="Verdana" w:eastAsia="Verdana" w:hAnsi="Verdana"/>
          <w:sz w:val="24"/>
          <w:szCs w:val="24"/>
          <w:lang w:val="sv-SE"/>
        </w:rPr>
        <w:t>AutoTrac</w:t>
      </w:r>
      <w:r>
        <w:rPr>
          <w:rFonts w:ascii="Verdana" w:eastAsia="Verdana" w:hAnsi="Verdana"/>
          <w:sz w:val="24"/>
          <w:szCs w:val="24"/>
          <w:vertAlign w:val="superscript"/>
          <w:lang w:val="sv-SE"/>
        </w:rPr>
        <w:t>TM</w:t>
      </w:r>
      <w:proofErr w:type="spellEnd"/>
      <w:r>
        <w:rPr>
          <w:rFonts w:ascii="Verdana" w:eastAsia="Verdana" w:hAnsi="Verdana"/>
          <w:sz w:val="24"/>
          <w:szCs w:val="24"/>
          <w:lang w:val="sv-SE"/>
        </w:rPr>
        <w:t xml:space="preserve"> i instrumentpanelen – en funktion som på 6M-traktorerna återfinns på </w:t>
      </w:r>
      <w:proofErr w:type="spellStart"/>
      <w:r>
        <w:rPr>
          <w:rFonts w:ascii="Verdana" w:eastAsia="Verdana" w:hAnsi="Verdana"/>
          <w:sz w:val="24"/>
          <w:szCs w:val="24"/>
          <w:lang w:val="sv-SE"/>
        </w:rPr>
        <w:t>hörnstolpsmonitorn</w:t>
      </w:r>
      <w:proofErr w:type="spellEnd"/>
      <w:r>
        <w:rPr>
          <w:rFonts w:ascii="Verdana" w:eastAsia="Verdana" w:hAnsi="Verdana"/>
          <w:sz w:val="24"/>
          <w:szCs w:val="24"/>
          <w:lang w:val="sv-SE"/>
        </w:rPr>
        <w:t xml:space="preserve"> – ger förhöjd precision och effektivitet genom att minimera överlappningar vid arbete på fält och i gräsmarker. Guidningssystemet håller traktorn på rätt kurs vid arbete i raka spår. Det är alltid möjligt att uppgradera till mer avancerade guidningsfunktioner med en G5-universalmonitor.</w:t>
      </w:r>
    </w:p>
    <w:p w14:paraId="5DE48D9A" w14:textId="77777777" w:rsidR="008736F3" w:rsidRPr="007268BA" w:rsidRDefault="008736F3" w:rsidP="00345E43">
      <w:pPr>
        <w:spacing w:line="276" w:lineRule="auto"/>
        <w:jc w:val="both"/>
        <w:rPr>
          <w:rFonts w:ascii="Verdana" w:hAnsi="Verdana"/>
          <w:sz w:val="24"/>
          <w:szCs w:val="24"/>
          <w:lang w:val="sv-SE"/>
        </w:rPr>
      </w:pPr>
    </w:p>
    <w:p w14:paraId="241934DF" w14:textId="77777777" w:rsidR="00F612C0" w:rsidRPr="007268BA" w:rsidRDefault="00000000" w:rsidP="00345E43">
      <w:pPr>
        <w:spacing w:line="276" w:lineRule="auto"/>
        <w:jc w:val="both"/>
        <w:rPr>
          <w:rStyle w:val="normaltextrun"/>
          <w:rFonts w:ascii="Verdana" w:hAnsi="Verdana"/>
          <w:sz w:val="24"/>
          <w:szCs w:val="24"/>
          <w:lang w:val="sv-SE"/>
        </w:rPr>
      </w:pPr>
      <w:r>
        <w:rPr>
          <w:rFonts w:ascii="Verdana" w:eastAsia="Verdana" w:hAnsi="Verdana"/>
          <w:sz w:val="24"/>
          <w:szCs w:val="24"/>
          <w:lang w:val="sv-SE"/>
        </w:rPr>
        <w:t>Med en snäv vändradie på 4,1 meter, är 5M-serien John Deere traktorer särskilt manövrerbara, vilket gör dem särskilt väl anpassade till sådant som gårdsarbete och utfodring av djur där utrymmet är begränsat. Den låga huven och det stora takfönstret ger förare utmärkt sikt, särskilt under frontlastararbeten. Nya 5M-serien är också utrustad med Expert Alerts varningsmeddelanden, en funktion som möjliggör prediktiv analys och tidig upptäckt av eventuella underhållsbehov, vilket i sin tur ytterligare förhöjer driftsäkerheten och minimerar oväntade stillestånd.</w:t>
      </w:r>
    </w:p>
    <w:sectPr w:rsidR="00F612C0" w:rsidRPr="007268BA" w:rsidSect="008367B4">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15042" w14:textId="77777777" w:rsidR="008367B4" w:rsidRDefault="008367B4">
      <w:r>
        <w:separator/>
      </w:r>
    </w:p>
  </w:endnote>
  <w:endnote w:type="continuationSeparator" w:id="0">
    <w:p w14:paraId="1D8F6E0B" w14:textId="77777777" w:rsidR="008367B4" w:rsidRDefault="00836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9E007" w14:textId="77777777" w:rsidR="00515A0D" w:rsidRDefault="00000000">
    <w:pPr>
      <w:pStyle w:val="Footer"/>
    </w:pPr>
    <w:r>
      <w:rPr>
        <w:noProof/>
        <w:color w:val="2B579A"/>
        <w:shd w:val="clear" w:color="auto" w:fill="E6E6E6"/>
      </w:rPr>
      <mc:AlternateContent>
        <mc:Choice Requires="wps">
          <w:drawing>
            <wp:anchor distT="0" distB="0" distL="114300" distR="114300" simplePos="0" relativeHeight="251656704" behindDoc="0" locked="0" layoutInCell="0" allowOverlap="1" wp14:anchorId="0F5BFFA1" wp14:editId="576A8BB8">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D4C0B3"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sv-SE"/>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1" o:spid="_x0000_s2049"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59264" o:allowincell="f" filled="f" stroked="f" strokeweight="0.5pt">
              <v:textbox inset=",0,20pt,0">
                <w:txbxContent>
                  <w:p w:rsidR="00515A0D" w:rsidRPr="00515A0D" w:rsidP="00515A0D" w14:paraId="3DA89C01" w14:textId="5E0E30DD">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DDA84" w14:textId="77777777" w:rsidR="00EA6EC7" w:rsidRPr="00EA6EC7" w:rsidRDefault="00000000" w:rsidP="00EA6EC7">
    <w:pPr>
      <w:jc w:val="center"/>
      <w:rPr>
        <w:rFonts w:cs="Arial"/>
        <w:color w:val="000000"/>
        <w:sz w:val="14"/>
        <w:szCs w:val="14"/>
      </w:rPr>
    </w:pPr>
    <w:r>
      <w:rPr>
        <w:rFonts w:cs="Arial"/>
        <w:noProof/>
        <w:color w:val="000000"/>
        <w:sz w:val="14"/>
        <w:szCs w:val="14"/>
        <w:shd w:val="clear" w:color="auto" w:fill="E6E6E6"/>
        <w:lang w:val="en-US"/>
      </w:rPr>
      <mc:AlternateContent>
        <mc:Choice Requires="wps">
          <w:drawing>
            <wp:anchor distT="0" distB="0" distL="114300" distR="114300" simplePos="0" relativeHeight="251658752" behindDoc="0" locked="0" layoutInCell="0" allowOverlap="1" wp14:anchorId="6B5A4E97" wp14:editId="0285D8A4">
              <wp:simplePos x="0" y="0"/>
              <wp:positionH relativeFrom="page">
                <wp:posOffset>0</wp:posOffset>
              </wp:positionH>
              <wp:positionV relativeFrom="page">
                <wp:posOffset>10229215</wp:posOffset>
              </wp:positionV>
              <wp:extent cx="7560945" cy="273050"/>
              <wp:effectExtent l="0" t="0" r="0" b="12700"/>
              <wp:wrapNone/>
              <wp:docPr id="3" name="Textfeld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6B1577"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sv-SE"/>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61312" o:allowincell="f" filled="f" stroked="f" strokeweight="0.5pt">
              <v:textbox inset=",0,20pt,0">
                <w:txbxContent>
                  <w:p w:rsidR="00515A0D" w:rsidRPr="00515A0D" w:rsidP="00515A0D" w14:paraId="7761FBDA" w14:textId="399175D9">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r>
      <w:rPr>
        <w:rFonts w:eastAsia="Arial" w:cs="Arial"/>
        <w:color w:val="000000"/>
        <w:sz w:val="14"/>
        <w:szCs w:val="14"/>
        <w:lang w:val="sv-SE"/>
      </w:rPr>
      <w:t xml:space="preserve">John Deere </w:t>
    </w:r>
    <w:proofErr w:type="spellStart"/>
    <w:r>
      <w:rPr>
        <w:rFonts w:eastAsia="Arial" w:cs="Arial"/>
        <w:color w:val="000000"/>
        <w:sz w:val="14"/>
        <w:szCs w:val="14"/>
        <w:lang w:val="sv-SE"/>
      </w:rPr>
      <w:t>Walldorf</w:t>
    </w:r>
    <w:proofErr w:type="spellEnd"/>
    <w:r>
      <w:rPr>
        <w:rFonts w:eastAsia="Arial" w:cs="Arial"/>
        <w:color w:val="000000"/>
        <w:sz w:val="14"/>
        <w:szCs w:val="14"/>
        <w:lang w:val="sv-SE"/>
      </w:rPr>
      <w:t xml:space="preserve"> GmbH &amp; Co. KG • Registrerat i </w:t>
    </w:r>
    <w:proofErr w:type="spellStart"/>
    <w:r>
      <w:rPr>
        <w:rFonts w:eastAsia="Arial" w:cs="Arial"/>
        <w:color w:val="000000"/>
        <w:sz w:val="14"/>
        <w:szCs w:val="14"/>
        <w:lang w:val="sv-SE"/>
      </w:rPr>
      <w:t>Walldorf</w:t>
    </w:r>
    <w:proofErr w:type="spellEnd"/>
    <w:r>
      <w:rPr>
        <w:rFonts w:eastAsia="Arial" w:cs="Arial"/>
        <w:color w:val="000000"/>
        <w:sz w:val="14"/>
        <w:szCs w:val="14"/>
        <w:lang w:val="sv-SE"/>
      </w:rPr>
      <w:t xml:space="preserve"> • </w:t>
    </w:r>
    <w:proofErr w:type="spellStart"/>
    <w:r>
      <w:rPr>
        <w:rFonts w:eastAsia="Arial" w:cs="Arial"/>
        <w:color w:val="000000"/>
        <w:sz w:val="14"/>
        <w:szCs w:val="14"/>
        <w:lang w:val="sv-SE"/>
      </w:rPr>
      <w:t>Amtsgericht</w:t>
    </w:r>
    <w:proofErr w:type="spellEnd"/>
    <w:r>
      <w:rPr>
        <w:rFonts w:eastAsia="Arial" w:cs="Arial"/>
        <w:color w:val="000000"/>
        <w:sz w:val="14"/>
        <w:szCs w:val="14"/>
        <w:lang w:val="sv-SE"/>
      </w:rPr>
      <w:t xml:space="preserve"> Mannheim HRA </w:t>
    </w:r>
    <w:proofErr w:type="gramStart"/>
    <w:r>
      <w:rPr>
        <w:rFonts w:eastAsia="Arial" w:cs="Arial"/>
        <w:color w:val="000000"/>
        <w:sz w:val="14"/>
        <w:szCs w:val="14"/>
        <w:lang w:val="sv-SE"/>
      </w:rPr>
      <w:t>707944</w:t>
    </w:r>
    <w:proofErr w:type="gramEnd"/>
    <w:r>
      <w:rPr>
        <w:rFonts w:eastAsia="Arial" w:cs="Arial"/>
        <w:color w:val="000000"/>
        <w:sz w:val="14"/>
        <w:szCs w:val="14"/>
        <w:lang w:val="sv-SE"/>
      </w:rPr>
      <w:t xml:space="preserve"> </w:t>
    </w:r>
  </w:p>
  <w:p w14:paraId="7F24D89F" w14:textId="77777777" w:rsidR="00EA6EC7" w:rsidRPr="00EA6EC7" w:rsidRDefault="00000000" w:rsidP="00EA6EC7">
    <w:pPr>
      <w:rPr>
        <w:rFonts w:cs="Arial"/>
        <w:color w:val="000000"/>
        <w:sz w:val="14"/>
        <w:szCs w:val="14"/>
      </w:rPr>
    </w:pPr>
    <w:r>
      <w:rPr>
        <w:rFonts w:eastAsia="Arial" w:cs="Arial"/>
        <w:color w:val="000000"/>
        <w:sz w:val="14"/>
        <w:szCs w:val="14"/>
        <w:lang w:val="sv-SE"/>
      </w:rPr>
      <w:t xml:space="preserve">Personligt ansvarig partner: John Deere </w:t>
    </w:r>
    <w:proofErr w:type="spellStart"/>
    <w:r>
      <w:rPr>
        <w:rFonts w:eastAsia="Arial" w:cs="Arial"/>
        <w:color w:val="000000"/>
        <w:sz w:val="14"/>
        <w:szCs w:val="14"/>
        <w:lang w:val="sv-SE"/>
      </w:rPr>
      <w:t>Walldorf</w:t>
    </w:r>
    <w:proofErr w:type="spellEnd"/>
    <w:r>
      <w:rPr>
        <w:rFonts w:eastAsia="Arial" w:cs="Arial"/>
        <w:color w:val="000000"/>
        <w:sz w:val="14"/>
        <w:szCs w:val="14"/>
        <w:lang w:val="sv-SE"/>
      </w:rPr>
      <w:t xml:space="preserve"> GmbH, Registrerat i Luxemburg, Handelsregister Nr.: R.C.S. Luxemburg B220944</w:t>
    </w:r>
  </w:p>
  <w:p w14:paraId="43974C0A" w14:textId="77777777" w:rsidR="00C92C77" w:rsidRPr="00EA6EC7" w:rsidRDefault="00000000" w:rsidP="00EA6EC7">
    <w:pPr>
      <w:jc w:val="center"/>
    </w:pPr>
    <w:r>
      <w:rPr>
        <w:rFonts w:eastAsia="Arial" w:cs="Arial"/>
        <w:color w:val="000000"/>
        <w:sz w:val="14"/>
        <w:szCs w:val="14"/>
        <w:lang w:val="sv-SE"/>
      </w:rPr>
      <w:t xml:space="preserve">Företagsledning: Christian </w:t>
    </w:r>
    <w:proofErr w:type="spellStart"/>
    <w:r>
      <w:rPr>
        <w:rFonts w:eastAsia="Arial" w:cs="Arial"/>
        <w:color w:val="000000"/>
        <w:sz w:val="14"/>
        <w:szCs w:val="14"/>
        <w:lang w:val="sv-SE"/>
      </w:rPr>
      <w:t>Eichholtz</w:t>
    </w:r>
    <w:proofErr w:type="spellEnd"/>
    <w:r>
      <w:rPr>
        <w:rFonts w:eastAsia="Arial" w:cs="Arial"/>
        <w:color w:val="000000"/>
        <w:sz w:val="14"/>
        <w:szCs w:val="14"/>
        <w:lang w:val="sv-SE"/>
      </w:rPr>
      <w:t xml:space="preserve">, </w:t>
    </w:r>
    <w:proofErr w:type="spellStart"/>
    <w:r>
      <w:rPr>
        <w:rFonts w:eastAsia="Arial" w:cs="Arial"/>
        <w:color w:val="000000"/>
        <w:sz w:val="14"/>
        <w:szCs w:val="14"/>
        <w:lang w:val="sv-SE"/>
      </w:rPr>
      <w:t>Deanna</w:t>
    </w:r>
    <w:proofErr w:type="spellEnd"/>
    <w:r>
      <w:rPr>
        <w:rFonts w:eastAsia="Arial" w:cs="Arial"/>
        <w:color w:val="000000"/>
        <w:sz w:val="14"/>
        <w:szCs w:val="14"/>
        <w:lang w:val="sv-SE"/>
      </w:rPr>
      <w:t xml:space="preserve"> </w:t>
    </w:r>
    <w:proofErr w:type="spellStart"/>
    <w:r>
      <w:rPr>
        <w:rFonts w:eastAsia="Arial" w:cs="Arial"/>
        <w:color w:val="000000"/>
        <w:sz w:val="14"/>
        <w:szCs w:val="14"/>
        <w:lang w:val="sv-SE"/>
      </w:rPr>
      <w:t>Kovar</w:t>
    </w:r>
    <w:proofErr w:type="spellEnd"/>
    <w:r>
      <w:rPr>
        <w:rFonts w:eastAsia="Arial" w:cs="Arial"/>
        <w:color w:val="000000"/>
        <w:sz w:val="14"/>
        <w:szCs w:val="14"/>
        <w:lang w:val="sv-SE"/>
      </w:rPr>
      <w:t xml:space="preserve">, Alejandro </w:t>
    </w:r>
    <w:proofErr w:type="spellStart"/>
    <w:r>
      <w:rPr>
        <w:rFonts w:eastAsia="Arial" w:cs="Arial"/>
        <w:color w:val="000000"/>
        <w:sz w:val="14"/>
        <w:szCs w:val="14"/>
        <w:lang w:val="sv-SE"/>
      </w:rPr>
      <w:t>Sáyago</w:t>
    </w:r>
    <w:proofErr w:type="spellEnd"/>
    <w:r>
      <w:rPr>
        <w:rFonts w:eastAsia="Arial" w:cs="Arial"/>
        <w:color w:val="000000"/>
        <w:sz w:val="14"/>
        <w:szCs w:val="14"/>
        <w:lang w:val="sv-SE"/>
      </w:rPr>
      <w:t xml:space="preserve">, Matthias Steiner, Günther </w:t>
    </w:r>
    <w:proofErr w:type="spellStart"/>
    <w:r>
      <w:rPr>
        <w:rFonts w:eastAsia="Arial" w:cs="Arial"/>
        <w:color w:val="000000"/>
        <w:sz w:val="14"/>
        <w:szCs w:val="14"/>
        <w:lang w:val="sv-SE"/>
      </w:rPr>
      <w:t>Sucietto</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C11A3" w14:textId="77777777" w:rsidR="008367B4" w:rsidRDefault="008367B4">
      <w:r>
        <w:separator/>
      </w:r>
    </w:p>
  </w:footnote>
  <w:footnote w:type="continuationSeparator" w:id="0">
    <w:p w14:paraId="5C0CB8B7" w14:textId="77777777" w:rsidR="008367B4" w:rsidRDefault="008367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3536B4" w14:paraId="70C5AB9B" w14:textId="77777777">
      <w:tc>
        <w:tcPr>
          <w:tcW w:w="6039" w:type="dxa"/>
        </w:tcPr>
        <w:p w14:paraId="0DAD038C" w14:textId="77777777" w:rsidR="00C92C77" w:rsidRDefault="00C92C77">
          <w:pPr>
            <w:spacing w:before="240"/>
            <w:ind w:left="170" w:right="-680"/>
            <w:rPr>
              <w:sz w:val="24"/>
            </w:rPr>
          </w:pPr>
        </w:p>
        <w:p w14:paraId="416DD90B" w14:textId="77777777" w:rsidR="00EC654F" w:rsidRDefault="00EC654F">
          <w:pPr>
            <w:spacing w:before="240"/>
            <w:ind w:left="170" w:right="-680"/>
            <w:rPr>
              <w:sz w:val="24"/>
            </w:rPr>
          </w:pPr>
        </w:p>
      </w:tc>
      <w:tc>
        <w:tcPr>
          <w:tcW w:w="3827" w:type="dxa"/>
        </w:tcPr>
        <w:p w14:paraId="2E2C43E7" w14:textId="77777777" w:rsidR="00C92C77" w:rsidRDefault="00000000">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rPr>
              <w:color w:val="2B579A"/>
              <w:shd w:val="clear" w:color="auto" w:fill="E6E6E6"/>
            </w:rPr>
            <w:fldChar w:fldCharType="separate"/>
          </w:r>
          <w:r>
            <w:rPr>
              <w:rStyle w:val="PageNumber"/>
              <w:b w:val="0"/>
              <w:noProof/>
              <w:sz w:val="18"/>
            </w:rPr>
            <w:t>2</w:t>
          </w:r>
          <w:r>
            <w:rPr>
              <w:color w:val="2B579A"/>
              <w:shd w:val="clear" w:color="auto" w:fill="E6E6E6"/>
            </w:rPr>
            <w:fldChar w:fldCharType="end"/>
          </w:r>
          <w:r>
            <w:rPr>
              <w:rStyle w:val="PageNumber"/>
              <w:b w:val="0"/>
              <w:sz w:val="18"/>
            </w:rPr>
            <w:t xml:space="preserve"> -</w:t>
          </w:r>
        </w:p>
        <w:p w14:paraId="7335C4A4" w14:textId="77777777" w:rsidR="00C92C77" w:rsidRDefault="00C92C77">
          <w:pPr>
            <w:pStyle w:val="Heading2"/>
            <w:ind w:hanging="142"/>
          </w:pPr>
        </w:p>
      </w:tc>
    </w:tr>
  </w:tbl>
  <w:p w14:paraId="6A554607"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3536B4" w14:paraId="641A3931" w14:textId="77777777" w:rsidTr="00F34E40">
      <w:tc>
        <w:tcPr>
          <w:tcW w:w="6039" w:type="dxa"/>
        </w:tcPr>
        <w:p w14:paraId="48D7ABE9" w14:textId="77777777" w:rsidR="00F34E40" w:rsidRDefault="0000000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7728" behindDoc="0" locked="0" layoutInCell="1" allowOverlap="1" wp14:anchorId="2D7EEF95" wp14:editId="79B9E385">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14EAEAFB" w14:textId="77777777" w:rsidR="00F34E40" w:rsidRDefault="00F34E40" w:rsidP="00F34E40">
          <w:pPr>
            <w:spacing w:before="240"/>
            <w:ind w:left="170" w:right="-680"/>
            <w:rPr>
              <w:sz w:val="24"/>
            </w:rPr>
          </w:pPr>
        </w:p>
        <w:p w14:paraId="134550CA" w14:textId="77777777" w:rsidR="00F34E40" w:rsidRDefault="00F34E40" w:rsidP="00F34E40">
          <w:pPr>
            <w:ind w:left="170" w:right="-680"/>
            <w:rPr>
              <w:sz w:val="24"/>
            </w:rPr>
          </w:pPr>
        </w:p>
      </w:tc>
      <w:tc>
        <w:tcPr>
          <w:tcW w:w="6039" w:type="dxa"/>
        </w:tcPr>
        <w:p w14:paraId="6539124C" w14:textId="77777777" w:rsidR="00B86A4A" w:rsidRDefault="00B86A4A" w:rsidP="00F34E40">
          <w:pPr>
            <w:pStyle w:val="Header"/>
            <w:ind w:left="-142" w:right="-533"/>
            <w:rPr>
              <w:szCs w:val="18"/>
            </w:rPr>
          </w:pPr>
        </w:p>
        <w:p w14:paraId="597FE14C" w14:textId="77777777" w:rsidR="00B86A4A" w:rsidRDefault="00B86A4A" w:rsidP="00F34E40">
          <w:pPr>
            <w:pStyle w:val="Header"/>
            <w:ind w:left="-142" w:right="-533"/>
            <w:rPr>
              <w:szCs w:val="18"/>
            </w:rPr>
          </w:pPr>
        </w:p>
        <w:p w14:paraId="19F30BD6" w14:textId="77777777" w:rsidR="00F34E40" w:rsidRPr="00002C79" w:rsidRDefault="00000000" w:rsidP="00F34E40">
          <w:pPr>
            <w:pStyle w:val="Header"/>
            <w:ind w:left="-142" w:right="-533"/>
            <w:rPr>
              <w:szCs w:val="18"/>
            </w:rPr>
          </w:pPr>
          <w:r>
            <w:rPr>
              <w:rFonts w:eastAsia="Arial"/>
              <w:szCs w:val="18"/>
              <w:lang w:val="sv-SE"/>
            </w:rPr>
            <w:t xml:space="preserve">John Deere </w:t>
          </w:r>
          <w:proofErr w:type="spellStart"/>
          <w:r>
            <w:rPr>
              <w:rFonts w:eastAsia="Arial"/>
              <w:szCs w:val="18"/>
              <w:lang w:val="sv-SE"/>
            </w:rPr>
            <w:t>Walldorf</w:t>
          </w:r>
          <w:proofErr w:type="spellEnd"/>
          <w:r>
            <w:rPr>
              <w:rFonts w:eastAsia="Arial"/>
              <w:szCs w:val="18"/>
              <w:lang w:val="sv-SE"/>
            </w:rPr>
            <w:t xml:space="preserve"> GmbH &amp; Co. KG</w:t>
          </w:r>
        </w:p>
        <w:p w14:paraId="1C19C173" w14:textId="77777777" w:rsidR="00F34E40" w:rsidRPr="00002C79" w:rsidRDefault="00000000" w:rsidP="00F34E40">
          <w:pPr>
            <w:pStyle w:val="Header"/>
            <w:ind w:left="-142" w:right="-533"/>
            <w:rPr>
              <w:szCs w:val="18"/>
            </w:rPr>
          </w:pPr>
          <w:r>
            <w:rPr>
              <w:rFonts w:eastAsia="Arial"/>
              <w:szCs w:val="18"/>
              <w:lang w:val="sv-SE"/>
            </w:rPr>
            <w:t>John-Deere-</w:t>
          </w:r>
          <w:proofErr w:type="spellStart"/>
          <w:r>
            <w:rPr>
              <w:rFonts w:eastAsia="Arial"/>
              <w:szCs w:val="18"/>
              <w:lang w:val="sv-SE"/>
            </w:rPr>
            <w:t>Straße</w:t>
          </w:r>
          <w:proofErr w:type="spellEnd"/>
          <w:r>
            <w:rPr>
              <w:rFonts w:eastAsia="Arial"/>
              <w:szCs w:val="18"/>
              <w:lang w:val="sv-SE"/>
            </w:rPr>
            <w:t xml:space="preserve"> 1</w:t>
          </w:r>
        </w:p>
        <w:p w14:paraId="231F0ECE" w14:textId="77777777" w:rsidR="00F34E40" w:rsidRPr="00002C79" w:rsidRDefault="00000000" w:rsidP="00F34E40">
          <w:pPr>
            <w:pStyle w:val="Header"/>
            <w:ind w:left="-142" w:right="-533"/>
            <w:rPr>
              <w:szCs w:val="18"/>
            </w:rPr>
          </w:pPr>
          <w:r>
            <w:rPr>
              <w:rFonts w:eastAsia="Arial"/>
              <w:szCs w:val="18"/>
              <w:lang w:val="sv-SE"/>
            </w:rPr>
            <w:t>DE-</w:t>
          </w:r>
          <w:proofErr w:type="gramStart"/>
          <w:r>
            <w:rPr>
              <w:rFonts w:eastAsia="Arial"/>
              <w:szCs w:val="18"/>
              <w:lang w:val="sv-SE"/>
            </w:rPr>
            <w:t>69190</w:t>
          </w:r>
          <w:proofErr w:type="gramEnd"/>
          <w:r>
            <w:rPr>
              <w:rFonts w:eastAsia="Arial"/>
              <w:szCs w:val="18"/>
              <w:lang w:val="sv-SE"/>
            </w:rPr>
            <w:t xml:space="preserve"> </w:t>
          </w:r>
          <w:proofErr w:type="spellStart"/>
          <w:r>
            <w:rPr>
              <w:rFonts w:eastAsia="Arial"/>
              <w:szCs w:val="18"/>
              <w:lang w:val="sv-SE"/>
            </w:rPr>
            <w:t>Walldorf</w:t>
          </w:r>
          <w:proofErr w:type="spellEnd"/>
          <w:r>
            <w:rPr>
              <w:rFonts w:eastAsia="Arial"/>
              <w:szCs w:val="18"/>
              <w:lang w:val="sv-SE"/>
            </w:rPr>
            <w:t xml:space="preserve"> • Tyskland </w:t>
          </w:r>
        </w:p>
        <w:p w14:paraId="7987A6E3" w14:textId="77777777" w:rsidR="00F34E40" w:rsidRPr="00002C79" w:rsidRDefault="00F34E40" w:rsidP="00B86A4A">
          <w:pPr>
            <w:pStyle w:val="Header"/>
            <w:ind w:right="-533"/>
            <w:rPr>
              <w:szCs w:val="18"/>
            </w:rPr>
          </w:pPr>
        </w:p>
      </w:tc>
    </w:tr>
    <w:tr w:rsidR="003536B4" w14:paraId="35AB20F0" w14:textId="77777777" w:rsidTr="00F34E40">
      <w:tc>
        <w:tcPr>
          <w:tcW w:w="6039" w:type="dxa"/>
        </w:tcPr>
        <w:p w14:paraId="5D10E7D6" w14:textId="77777777" w:rsidR="00F34E40" w:rsidRPr="00002C79" w:rsidRDefault="00F34E40" w:rsidP="00F34E40">
          <w:pPr>
            <w:spacing w:before="240"/>
            <w:ind w:left="170" w:right="-680"/>
            <w:rPr>
              <w:sz w:val="24"/>
            </w:rPr>
          </w:pPr>
        </w:p>
      </w:tc>
      <w:tc>
        <w:tcPr>
          <w:tcW w:w="6039" w:type="dxa"/>
        </w:tcPr>
        <w:p w14:paraId="6C9AF12E" w14:textId="77777777" w:rsidR="0014080B" w:rsidRDefault="00000000" w:rsidP="00F34E40">
          <w:pPr>
            <w:pStyle w:val="Header"/>
            <w:ind w:right="-533" w:hanging="142"/>
            <w:rPr>
              <w:b/>
              <w:szCs w:val="18"/>
              <w:lang w:val="en-US"/>
            </w:rPr>
          </w:pPr>
          <w:r>
            <w:rPr>
              <w:rFonts w:eastAsia="Arial"/>
              <w:b/>
              <w:bCs/>
              <w:szCs w:val="18"/>
              <w:lang w:val="sv-SE"/>
            </w:rPr>
            <w:t xml:space="preserve">Ag &amp; Turf </w:t>
          </w:r>
          <w:proofErr w:type="spellStart"/>
          <w:r>
            <w:rPr>
              <w:rFonts w:eastAsia="Arial"/>
              <w:b/>
              <w:bCs/>
              <w:szCs w:val="18"/>
              <w:lang w:val="sv-SE"/>
            </w:rPr>
            <w:t>Trade</w:t>
          </w:r>
          <w:proofErr w:type="spellEnd"/>
          <w:r>
            <w:rPr>
              <w:rFonts w:eastAsia="Arial"/>
              <w:b/>
              <w:bCs/>
              <w:szCs w:val="18"/>
              <w:lang w:val="sv-SE"/>
            </w:rPr>
            <w:t xml:space="preserve"> Press </w:t>
          </w:r>
          <w:proofErr w:type="spellStart"/>
          <w:r>
            <w:rPr>
              <w:rFonts w:eastAsia="Arial"/>
              <w:b/>
              <w:bCs/>
              <w:szCs w:val="18"/>
              <w:lang w:val="sv-SE"/>
            </w:rPr>
            <w:t>Coordinator</w:t>
          </w:r>
          <w:proofErr w:type="spellEnd"/>
        </w:p>
        <w:p w14:paraId="0F2355E5" w14:textId="77777777" w:rsidR="00F34E40" w:rsidRPr="00554FFB" w:rsidRDefault="00000000" w:rsidP="00F34E40">
          <w:pPr>
            <w:pStyle w:val="Header"/>
            <w:ind w:right="-533" w:hanging="142"/>
            <w:rPr>
              <w:b/>
              <w:szCs w:val="18"/>
              <w:lang w:val="en-US"/>
            </w:rPr>
          </w:pPr>
          <w:r>
            <w:rPr>
              <w:rFonts w:eastAsia="Arial"/>
              <w:b/>
              <w:bCs/>
              <w:szCs w:val="18"/>
              <w:lang w:val="sv-SE"/>
            </w:rPr>
            <w:t xml:space="preserve">Finn Niclas </w:t>
          </w:r>
          <w:proofErr w:type="spellStart"/>
          <w:r>
            <w:rPr>
              <w:rFonts w:eastAsia="Arial"/>
              <w:b/>
              <w:bCs/>
              <w:szCs w:val="18"/>
              <w:lang w:val="sv-SE"/>
            </w:rPr>
            <w:t>Marien</w:t>
          </w:r>
          <w:proofErr w:type="spellEnd"/>
        </w:p>
        <w:p w14:paraId="59A2E01F" w14:textId="77777777" w:rsidR="005750F6" w:rsidRPr="00671591" w:rsidRDefault="00000000" w:rsidP="00F34E40">
          <w:pPr>
            <w:pStyle w:val="Header"/>
            <w:ind w:right="-533" w:hanging="142"/>
            <w:rPr>
              <w:szCs w:val="18"/>
            </w:rPr>
          </w:pPr>
          <w:r>
            <w:rPr>
              <w:rFonts w:eastAsia="Arial"/>
              <w:szCs w:val="18"/>
              <w:lang w:val="sv-SE"/>
            </w:rPr>
            <w:t>Tel.: +49 6227 7873 468</w:t>
          </w:r>
        </w:p>
        <w:p w14:paraId="587CEC5D" w14:textId="77777777" w:rsidR="00F34E40" w:rsidRPr="003042CA" w:rsidRDefault="00000000" w:rsidP="00F34E40">
          <w:pPr>
            <w:pStyle w:val="Header"/>
            <w:ind w:right="-533" w:hanging="142"/>
            <w:rPr>
              <w:szCs w:val="18"/>
            </w:rPr>
          </w:pPr>
          <w:r>
            <w:rPr>
              <w:rFonts w:eastAsia="Arial"/>
              <w:szCs w:val="18"/>
              <w:lang w:val="sv-SE"/>
            </w:rPr>
            <w:t>E-post: MarienFinnN@JohnDeere.com</w:t>
          </w:r>
        </w:p>
        <w:p w14:paraId="4B84833A" w14:textId="77777777" w:rsidR="00F34E40" w:rsidRPr="003042CA" w:rsidRDefault="00F34E40" w:rsidP="00F34E40">
          <w:pPr>
            <w:spacing w:before="240"/>
            <w:ind w:left="170" w:right="-680"/>
            <w:rPr>
              <w:sz w:val="18"/>
              <w:szCs w:val="18"/>
            </w:rPr>
          </w:pPr>
        </w:p>
      </w:tc>
    </w:tr>
  </w:tbl>
  <w:p w14:paraId="011B5B00"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0FD24E56">
      <w:start w:val="177"/>
      <w:numFmt w:val="bullet"/>
      <w:lvlText w:val="-"/>
      <w:lvlJc w:val="left"/>
      <w:pPr>
        <w:ind w:left="720" w:hanging="360"/>
      </w:pPr>
      <w:rPr>
        <w:rFonts w:ascii="Verdana" w:eastAsia="Cambria" w:hAnsi="Verdana" w:cs="Times New Roman" w:hint="default"/>
      </w:rPr>
    </w:lvl>
    <w:lvl w:ilvl="1" w:tplc="B9C68CF8" w:tentative="1">
      <w:start w:val="1"/>
      <w:numFmt w:val="bullet"/>
      <w:lvlText w:val="o"/>
      <w:lvlJc w:val="left"/>
      <w:pPr>
        <w:ind w:left="1440" w:hanging="360"/>
      </w:pPr>
      <w:rPr>
        <w:rFonts w:ascii="Courier New" w:hAnsi="Courier New" w:cs="Courier New" w:hint="default"/>
      </w:rPr>
    </w:lvl>
    <w:lvl w:ilvl="2" w:tplc="9E30099E" w:tentative="1">
      <w:start w:val="1"/>
      <w:numFmt w:val="bullet"/>
      <w:lvlText w:val=""/>
      <w:lvlJc w:val="left"/>
      <w:pPr>
        <w:ind w:left="2160" w:hanging="360"/>
      </w:pPr>
      <w:rPr>
        <w:rFonts w:ascii="Wingdings" w:hAnsi="Wingdings" w:hint="default"/>
      </w:rPr>
    </w:lvl>
    <w:lvl w:ilvl="3" w:tplc="6046EFE8" w:tentative="1">
      <w:start w:val="1"/>
      <w:numFmt w:val="bullet"/>
      <w:lvlText w:val=""/>
      <w:lvlJc w:val="left"/>
      <w:pPr>
        <w:ind w:left="2880" w:hanging="360"/>
      </w:pPr>
      <w:rPr>
        <w:rFonts w:ascii="Symbol" w:hAnsi="Symbol" w:hint="default"/>
      </w:rPr>
    </w:lvl>
    <w:lvl w:ilvl="4" w:tplc="1C589EF4" w:tentative="1">
      <w:start w:val="1"/>
      <w:numFmt w:val="bullet"/>
      <w:lvlText w:val="o"/>
      <w:lvlJc w:val="left"/>
      <w:pPr>
        <w:ind w:left="3600" w:hanging="360"/>
      </w:pPr>
      <w:rPr>
        <w:rFonts w:ascii="Courier New" w:hAnsi="Courier New" w:cs="Courier New" w:hint="default"/>
      </w:rPr>
    </w:lvl>
    <w:lvl w:ilvl="5" w:tplc="6B2E49BE" w:tentative="1">
      <w:start w:val="1"/>
      <w:numFmt w:val="bullet"/>
      <w:lvlText w:val=""/>
      <w:lvlJc w:val="left"/>
      <w:pPr>
        <w:ind w:left="4320" w:hanging="360"/>
      </w:pPr>
      <w:rPr>
        <w:rFonts w:ascii="Wingdings" w:hAnsi="Wingdings" w:hint="default"/>
      </w:rPr>
    </w:lvl>
    <w:lvl w:ilvl="6" w:tplc="96B66C4A" w:tentative="1">
      <w:start w:val="1"/>
      <w:numFmt w:val="bullet"/>
      <w:lvlText w:val=""/>
      <w:lvlJc w:val="left"/>
      <w:pPr>
        <w:ind w:left="5040" w:hanging="360"/>
      </w:pPr>
      <w:rPr>
        <w:rFonts w:ascii="Symbol" w:hAnsi="Symbol" w:hint="default"/>
      </w:rPr>
    </w:lvl>
    <w:lvl w:ilvl="7" w:tplc="DC5C36AE" w:tentative="1">
      <w:start w:val="1"/>
      <w:numFmt w:val="bullet"/>
      <w:lvlText w:val="o"/>
      <w:lvlJc w:val="left"/>
      <w:pPr>
        <w:ind w:left="5760" w:hanging="360"/>
      </w:pPr>
      <w:rPr>
        <w:rFonts w:ascii="Courier New" w:hAnsi="Courier New" w:cs="Courier New" w:hint="default"/>
      </w:rPr>
    </w:lvl>
    <w:lvl w:ilvl="8" w:tplc="F894E73E"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1374873E">
      <w:start w:val="1"/>
      <w:numFmt w:val="decimal"/>
      <w:lvlText w:val="%1."/>
      <w:lvlJc w:val="left"/>
      <w:pPr>
        <w:ind w:left="720" w:hanging="360"/>
      </w:pPr>
      <w:rPr>
        <w:rFonts w:hint="default"/>
      </w:rPr>
    </w:lvl>
    <w:lvl w:ilvl="1" w:tplc="E4A888E4" w:tentative="1">
      <w:start w:val="1"/>
      <w:numFmt w:val="lowerLetter"/>
      <w:lvlText w:val="%2."/>
      <w:lvlJc w:val="left"/>
      <w:pPr>
        <w:ind w:left="1440" w:hanging="360"/>
      </w:pPr>
    </w:lvl>
    <w:lvl w:ilvl="2" w:tplc="2F0AE772" w:tentative="1">
      <w:start w:val="1"/>
      <w:numFmt w:val="lowerRoman"/>
      <w:lvlText w:val="%3."/>
      <w:lvlJc w:val="right"/>
      <w:pPr>
        <w:ind w:left="2160" w:hanging="180"/>
      </w:pPr>
    </w:lvl>
    <w:lvl w:ilvl="3" w:tplc="B61A84BC" w:tentative="1">
      <w:start w:val="1"/>
      <w:numFmt w:val="decimal"/>
      <w:lvlText w:val="%4."/>
      <w:lvlJc w:val="left"/>
      <w:pPr>
        <w:ind w:left="2880" w:hanging="360"/>
      </w:pPr>
    </w:lvl>
    <w:lvl w:ilvl="4" w:tplc="9EAEE972" w:tentative="1">
      <w:start w:val="1"/>
      <w:numFmt w:val="lowerLetter"/>
      <w:lvlText w:val="%5."/>
      <w:lvlJc w:val="left"/>
      <w:pPr>
        <w:ind w:left="3600" w:hanging="360"/>
      </w:pPr>
    </w:lvl>
    <w:lvl w:ilvl="5" w:tplc="7868AAD2" w:tentative="1">
      <w:start w:val="1"/>
      <w:numFmt w:val="lowerRoman"/>
      <w:lvlText w:val="%6."/>
      <w:lvlJc w:val="right"/>
      <w:pPr>
        <w:ind w:left="4320" w:hanging="180"/>
      </w:pPr>
    </w:lvl>
    <w:lvl w:ilvl="6" w:tplc="CAEA1F2C" w:tentative="1">
      <w:start w:val="1"/>
      <w:numFmt w:val="decimal"/>
      <w:lvlText w:val="%7."/>
      <w:lvlJc w:val="left"/>
      <w:pPr>
        <w:ind w:left="5040" w:hanging="360"/>
      </w:pPr>
    </w:lvl>
    <w:lvl w:ilvl="7" w:tplc="357889F2" w:tentative="1">
      <w:start w:val="1"/>
      <w:numFmt w:val="lowerLetter"/>
      <w:lvlText w:val="%8."/>
      <w:lvlJc w:val="left"/>
      <w:pPr>
        <w:ind w:left="5760" w:hanging="360"/>
      </w:pPr>
    </w:lvl>
    <w:lvl w:ilvl="8" w:tplc="B270F1FE"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709690B0">
      <w:start w:val="1"/>
      <w:numFmt w:val="bullet"/>
      <w:lvlText w:val=""/>
      <w:lvlJc w:val="left"/>
      <w:pPr>
        <w:ind w:left="720" w:hanging="360"/>
      </w:pPr>
      <w:rPr>
        <w:rFonts w:ascii="Symbol" w:hAnsi="Symbol" w:hint="default"/>
      </w:rPr>
    </w:lvl>
    <w:lvl w:ilvl="1" w:tplc="187E0976" w:tentative="1">
      <w:start w:val="1"/>
      <w:numFmt w:val="bullet"/>
      <w:lvlText w:val="o"/>
      <w:lvlJc w:val="left"/>
      <w:pPr>
        <w:ind w:left="1440" w:hanging="360"/>
      </w:pPr>
      <w:rPr>
        <w:rFonts w:ascii="Courier New" w:hAnsi="Courier New" w:cs="Courier New" w:hint="default"/>
      </w:rPr>
    </w:lvl>
    <w:lvl w:ilvl="2" w:tplc="73F86B36" w:tentative="1">
      <w:start w:val="1"/>
      <w:numFmt w:val="bullet"/>
      <w:lvlText w:val=""/>
      <w:lvlJc w:val="left"/>
      <w:pPr>
        <w:ind w:left="2160" w:hanging="360"/>
      </w:pPr>
      <w:rPr>
        <w:rFonts w:ascii="Wingdings" w:hAnsi="Wingdings" w:hint="default"/>
      </w:rPr>
    </w:lvl>
    <w:lvl w:ilvl="3" w:tplc="92C2901E" w:tentative="1">
      <w:start w:val="1"/>
      <w:numFmt w:val="bullet"/>
      <w:lvlText w:val=""/>
      <w:lvlJc w:val="left"/>
      <w:pPr>
        <w:ind w:left="2880" w:hanging="360"/>
      </w:pPr>
      <w:rPr>
        <w:rFonts w:ascii="Symbol" w:hAnsi="Symbol" w:hint="default"/>
      </w:rPr>
    </w:lvl>
    <w:lvl w:ilvl="4" w:tplc="353A5730" w:tentative="1">
      <w:start w:val="1"/>
      <w:numFmt w:val="bullet"/>
      <w:lvlText w:val="o"/>
      <w:lvlJc w:val="left"/>
      <w:pPr>
        <w:ind w:left="3600" w:hanging="360"/>
      </w:pPr>
      <w:rPr>
        <w:rFonts w:ascii="Courier New" w:hAnsi="Courier New" w:cs="Courier New" w:hint="default"/>
      </w:rPr>
    </w:lvl>
    <w:lvl w:ilvl="5" w:tplc="1E3E8922" w:tentative="1">
      <w:start w:val="1"/>
      <w:numFmt w:val="bullet"/>
      <w:lvlText w:val=""/>
      <w:lvlJc w:val="left"/>
      <w:pPr>
        <w:ind w:left="4320" w:hanging="360"/>
      </w:pPr>
      <w:rPr>
        <w:rFonts w:ascii="Wingdings" w:hAnsi="Wingdings" w:hint="default"/>
      </w:rPr>
    </w:lvl>
    <w:lvl w:ilvl="6" w:tplc="401CFF7C" w:tentative="1">
      <w:start w:val="1"/>
      <w:numFmt w:val="bullet"/>
      <w:lvlText w:val=""/>
      <w:lvlJc w:val="left"/>
      <w:pPr>
        <w:ind w:left="5040" w:hanging="360"/>
      </w:pPr>
      <w:rPr>
        <w:rFonts w:ascii="Symbol" w:hAnsi="Symbol" w:hint="default"/>
      </w:rPr>
    </w:lvl>
    <w:lvl w:ilvl="7" w:tplc="F3604604" w:tentative="1">
      <w:start w:val="1"/>
      <w:numFmt w:val="bullet"/>
      <w:lvlText w:val="o"/>
      <w:lvlJc w:val="left"/>
      <w:pPr>
        <w:ind w:left="5760" w:hanging="360"/>
      </w:pPr>
      <w:rPr>
        <w:rFonts w:ascii="Courier New" w:hAnsi="Courier New" w:cs="Courier New" w:hint="default"/>
      </w:rPr>
    </w:lvl>
    <w:lvl w:ilvl="8" w:tplc="675A6686"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926CA810">
      <w:numFmt w:val="bullet"/>
      <w:lvlText w:val="-"/>
      <w:lvlJc w:val="left"/>
      <w:pPr>
        <w:ind w:left="720" w:hanging="360"/>
      </w:pPr>
      <w:rPr>
        <w:rFonts w:ascii="Verdana" w:eastAsia="Cambria" w:hAnsi="Verdana" w:cs="Times New Roman" w:hint="default"/>
      </w:rPr>
    </w:lvl>
    <w:lvl w:ilvl="1" w:tplc="EE90A87A" w:tentative="1">
      <w:start w:val="1"/>
      <w:numFmt w:val="bullet"/>
      <w:lvlText w:val="o"/>
      <w:lvlJc w:val="left"/>
      <w:pPr>
        <w:ind w:left="1440" w:hanging="360"/>
      </w:pPr>
      <w:rPr>
        <w:rFonts w:ascii="Courier New" w:hAnsi="Courier New" w:cs="Courier New" w:hint="default"/>
      </w:rPr>
    </w:lvl>
    <w:lvl w:ilvl="2" w:tplc="F0CA254E" w:tentative="1">
      <w:start w:val="1"/>
      <w:numFmt w:val="bullet"/>
      <w:lvlText w:val=""/>
      <w:lvlJc w:val="left"/>
      <w:pPr>
        <w:ind w:left="2160" w:hanging="360"/>
      </w:pPr>
      <w:rPr>
        <w:rFonts w:ascii="Wingdings" w:hAnsi="Wingdings" w:hint="default"/>
      </w:rPr>
    </w:lvl>
    <w:lvl w:ilvl="3" w:tplc="A0066EF4" w:tentative="1">
      <w:start w:val="1"/>
      <w:numFmt w:val="bullet"/>
      <w:lvlText w:val=""/>
      <w:lvlJc w:val="left"/>
      <w:pPr>
        <w:ind w:left="2880" w:hanging="360"/>
      </w:pPr>
      <w:rPr>
        <w:rFonts w:ascii="Symbol" w:hAnsi="Symbol" w:hint="default"/>
      </w:rPr>
    </w:lvl>
    <w:lvl w:ilvl="4" w:tplc="1CAC3DA0" w:tentative="1">
      <w:start w:val="1"/>
      <w:numFmt w:val="bullet"/>
      <w:lvlText w:val="o"/>
      <w:lvlJc w:val="left"/>
      <w:pPr>
        <w:ind w:left="3600" w:hanging="360"/>
      </w:pPr>
      <w:rPr>
        <w:rFonts w:ascii="Courier New" w:hAnsi="Courier New" w:cs="Courier New" w:hint="default"/>
      </w:rPr>
    </w:lvl>
    <w:lvl w:ilvl="5" w:tplc="7760305C" w:tentative="1">
      <w:start w:val="1"/>
      <w:numFmt w:val="bullet"/>
      <w:lvlText w:val=""/>
      <w:lvlJc w:val="left"/>
      <w:pPr>
        <w:ind w:left="4320" w:hanging="360"/>
      </w:pPr>
      <w:rPr>
        <w:rFonts w:ascii="Wingdings" w:hAnsi="Wingdings" w:hint="default"/>
      </w:rPr>
    </w:lvl>
    <w:lvl w:ilvl="6" w:tplc="8FA412A8" w:tentative="1">
      <w:start w:val="1"/>
      <w:numFmt w:val="bullet"/>
      <w:lvlText w:val=""/>
      <w:lvlJc w:val="left"/>
      <w:pPr>
        <w:ind w:left="5040" w:hanging="360"/>
      </w:pPr>
      <w:rPr>
        <w:rFonts w:ascii="Symbol" w:hAnsi="Symbol" w:hint="default"/>
      </w:rPr>
    </w:lvl>
    <w:lvl w:ilvl="7" w:tplc="08E8F836" w:tentative="1">
      <w:start w:val="1"/>
      <w:numFmt w:val="bullet"/>
      <w:lvlText w:val="o"/>
      <w:lvlJc w:val="left"/>
      <w:pPr>
        <w:ind w:left="5760" w:hanging="360"/>
      </w:pPr>
      <w:rPr>
        <w:rFonts w:ascii="Courier New" w:hAnsi="Courier New" w:cs="Courier New" w:hint="default"/>
      </w:rPr>
    </w:lvl>
    <w:lvl w:ilvl="8" w:tplc="C26A16B0"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51C4577E">
      <w:start w:val="1"/>
      <w:numFmt w:val="bullet"/>
      <w:lvlText w:val=""/>
      <w:lvlJc w:val="left"/>
      <w:pPr>
        <w:ind w:left="720" w:hanging="360"/>
      </w:pPr>
      <w:rPr>
        <w:rFonts w:ascii="Symbol" w:hAnsi="Symbol" w:hint="default"/>
      </w:rPr>
    </w:lvl>
    <w:lvl w:ilvl="1" w:tplc="E34092BA" w:tentative="1">
      <w:start w:val="1"/>
      <w:numFmt w:val="bullet"/>
      <w:lvlText w:val="o"/>
      <w:lvlJc w:val="left"/>
      <w:pPr>
        <w:ind w:left="1440" w:hanging="360"/>
      </w:pPr>
      <w:rPr>
        <w:rFonts w:ascii="Courier New" w:hAnsi="Courier New" w:cs="Courier New" w:hint="default"/>
      </w:rPr>
    </w:lvl>
    <w:lvl w:ilvl="2" w:tplc="61C88D94" w:tentative="1">
      <w:start w:val="1"/>
      <w:numFmt w:val="bullet"/>
      <w:lvlText w:val=""/>
      <w:lvlJc w:val="left"/>
      <w:pPr>
        <w:ind w:left="2160" w:hanging="360"/>
      </w:pPr>
      <w:rPr>
        <w:rFonts w:ascii="Wingdings" w:hAnsi="Wingdings" w:hint="default"/>
      </w:rPr>
    </w:lvl>
    <w:lvl w:ilvl="3" w:tplc="0E60F03A" w:tentative="1">
      <w:start w:val="1"/>
      <w:numFmt w:val="bullet"/>
      <w:lvlText w:val=""/>
      <w:lvlJc w:val="left"/>
      <w:pPr>
        <w:ind w:left="2880" w:hanging="360"/>
      </w:pPr>
      <w:rPr>
        <w:rFonts w:ascii="Symbol" w:hAnsi="Symbol" w:hint="default"/>
      </w:rPr>
    </w:lvl>
    <w:lvl w:ilvl="4" w:tplc="A99EA310" w:tentative="1">
      <w:start w:val="1"/>
      <w:numFmt w:val="bullet"/>
      <w:lvlText w:val="o"/>
      <w:lvlJc w:val="left"/>
      <w:pPr>
        <w:ind w:left="3600" w:hanging="360"/>
      </w:pPr>
      <w:rPr>
        <w:rFonts w:ascii="Courier New" w:hAnsi="Courier New" w:cs="Courier New" w:hint="default"/>
      </w:rPr>
    </w:lvl>
    <w:lvl w:ilvl="5" w:tplc="362803EE" w:tentative="1">
      <w:start w:val="1"/>
      <w:numFmt w:val="bullet"/>
      <w:lvlText w:val=""/>
      <w:lvlJc w:val="left"/>
      <w:pPr>
        <w:ind w:left="4320" w:hanging="360"/>
      </w:pPr>
      <w:rPr>
        <w:rFonts w:ascii="Wingdings" w:hAnsi="Wingdings" w:hint="default"/>
      </w:rPr>
    </w:lvl>
    <w:lvl w:ilvl="6" w:tplc="35BA9E52" w:tentative="1">
      <w:start w:val="1"/>
      <w:numFmt w:val="bullet"/>
      <w:lvlText w:val=""/>
      <w:lvlJc w:val="left"/>
      <w:pPr>
        <w:ind w:left="5040" w:hanging="360"/>
      </w:pPr>
      <w:rPr>
        <w:rFonts w:ascii="Symbol" w:hAnsi="Symbol" w:hint="default"/>
      </w:rPr>
    </w:lvl>
    <w:lvl w:ilvl="7" w:tplc="1652CB62" w:tentative="1">
      <w:start w:val="1"/>
      <w:numFmt w:val="bullet"/>
      <w:lvlText w:val="o"/>
      <w:lvlJc w:val="left"/>
      <w:pPr>
        <w:ind w:left="5760" w:hanging="360"/>
      </w:pPr>
      <w:rPr>
        <w:rFonts w:ascii="Courier New" w:hAnsi="Courier New" w:cs="Courier New" w:hint="default"/>
      </w:rPr>
    </w:lvl>
    <w:lvl w:ilvl="8" w:tplc="FECEE60C"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543016C2">
      <w:numFmt w:val="bullet"/>
      <w:lvlText w:val="•"/>
      <w:lvlJc w:val="left"/>
      <w:pPr>
        <w:ind w:left="720" w:hanging="360"/>
      </w:pPr>
      <w:rPr>
        <w:rFonts w:ascii="Verdana" w:eastAsia="Cambria" w:hAnsi="Verdana" w:cs="Times New Roman" w:hint="default"/>
      </w:rPr>
    </w:lvl>
    <w:lvl w:ilvl="1" w:tplc="6AE08058" w:tentative="1">
      <w:start w:val="1"/>
      <w:numFmt w:val="bullet"/>
      <w:lvlText w:val="o"/>
      <w:lvlJc w:val="left"/>
      <w:pPr>
        <w:ind w:left="1440" w:hanging="360"/>
      </w:pPr>
      <w:rPr>
        <w:rFonts w:ascii="Courier New" w:hAnsi="Courier New" w:cs="Courier New" w:hint="default"/>
      </w:rPr>
    </w:lvl>
    <w:lvl w:ilvl="2" w:tplc="18445402" w:tentative="1">
      <w:start w:val="1"/>
      <w:numFmt w:val="bullet"/>
      <w:lvlText w:val=""/>
      <w:lvlJc w:val="left"/>
      <w:pPr>
        <w:ind w:left="2160" w:hanging="360"/>
      </w:pPr>
      <w:rPr>
        <w:rFonts w:ascii="Wingdings" w:hAnsi="Wingdings" w:hint="default"/>
      </w:rPr>
    </w:lvl>
    <w:lvl w:ilvl="3" w:tplc="4B928906" w:tentative="1">
      <w:start w:val="1"/>
      <w:numFmt w:val="bullet"/>
      <w:lvlText w:val=""/>
      <w:lvlJc w:val="left"/>
      <w:pPr>
        <w:ind w:left="2880" w:hanging="360"/>
      </w:pPr>
      <w:rPr>
        <w:rFonts w:ascii="Symbol" w:hAnsi="Symbol" w:hint="default"/>
      </w:rPr>
    </w:lvl>
    <w:lvl w:ilvl="4" w:tplc="3C388F76" w:tentative="1">
      <w:start w:val="1"/>
      <w:numFmt w:val="bullet"/>
      <w:lvlText w:val="o"/>
      <w:lvlJc w:val="left"/>
      <w:pPr>
        <w:ind w:left="3600" w:hanging="360"/>
      </w:pPr>
      <w:rPr>
        <w:rFonts w:ascii="Courier New" w:hAnsi="Courier New" w:cs="Courier New" w:hint="default"/>
      </w:rPr>
    </w:lvl>
    <w:lvl w:ilvl="5" w:tplc="065C3E50" w:tentative="1">
      <w:start w:val="1"/>
      <w:numFmt w:val="bullet"/>
      <w:lvlText w:val=""/>
      <w:lvlJc w:val="left"/>
      <w:pPr>
        <w:ind w:left="4320" w:hanging="360"/>
      </w:pPr>
      <w:rPr>
        <w:rFonts w:ascii="Wingdings" w:hAnsi="Wingdings" w:hint="default"/>
      </w:rPr>
    </w:lvl>
    <w:lvl w:ilvl="6" w:tplc="E16EDBD8" w:tentative="1">
      <w:start w:val="1"/>
      <w:numFmt w:val="bullet"/>
      <w:lvlText w:val=""/>
      <w:lvlJc w:val="left"/>
      <w:pPr>
        <w:ind w:left="5040" w:hanging="360"/>
      </w:pPr>
      <w:rPr>
        <w:rFonts w:ascii="Symbol" w:hAnsi="Symbol" w:hint="default"/>
      </w:rPr>
    </w:lvl>
    <w:lvl w:ilvl="7" w:tplc="94C61D88" w:tentative="1">
      <w:start w:val="1"/>
      <w:numFmt w:val="bullet"/>
      <w:lvlText w:val="o"/>
      <w:lvlJc w:val="left"/>
      <w:pPr>
        <w:ind w:left="5760" w:hanging="360"/>
      </w:pPr>
      <w:rPr>
        <w:rFonts w:ascii="Courier New" w:hAnsi="Courier New" w:cs="Courier New" w:hint="default"/>
      </w:rPr>
    </w:lvl>
    <w:lvl w:ilvl="8" w:tplc="6D6EAF68"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C9D6AF30">
      <w:start w:val="1"/>
      <w:numFmt w:val="bullet"/>
      <w:lvlText w:val="•"/>
      <w:lvlJc w:val="left"/>
      <w:pPr>
        <w:tabs>
          <w:tab w:val="num" w:pos="720"/>
        </w:tabs>
        <w:ind w:left="720" w:hanging="360"/>
      </w:pPr>
      <w:rPr>
        <w:rFonts w:ascii="Arial" w:hAnsi="Arial" w:hint="default"/>
      </w:rPr>
    </w:lvl>
    <w:lvl w:ilvl="1" w:tplc="48288F78" w:tentative="1">
      <w:start w:val="1"/>
      <w:numFmt w:val="bullet"/>
      <w:lvlText w:val="•"/>
      <w:lvlJc w:val="left"/>
      <w:pPr>
        <w:tabs>
          <w:tab w:val="num" w:pos="1440"/>
        </w:tabs>
        <w:ind w:left="1440" w:hanging="360"/>
      </w:pPr>
      <w:rPr>
        <w:rFonts w:ascii="Arial" w:hAnsi="Arial" w:hint="default"/>
      </w:rPr>
    </w:lvl>
    <w:lvl w:ilvl="2" w:tplc="945E7D80" w:tentative="1">
      <w:start w:val="1"/>
      <w:numFmt w:val="bullet"/>
      <w:lvlText w:val="•"/>
      <w:lvlJc w:val="left"/>
      <w:pPr>
        <w:tabs>
          <w:tab w:val="num" w:pos="2160"/>
        </w:tabs>
        <w:ind w:left="2160" w:hanging="360"/>
      </w:pPr>
      <w:rPr>
        <w:rFonts w:ascii="Arial" w:hAnsi="Arial" w:hint="default"/>
      </w:rPr>
    </w:lvl>
    <w:lvl w:ilvl="3" w:tplc="2FA88684" w:tentative="1">
      <w:start w:val="1"/>
      <w:numFmt w:val="bullet"/>
      <w:lvlText w:val="•"/>
      <w:lvlJc w:val="left"/>
      <w:pPr>
        <w:tabs>
          <w:tab w:val="num" w:pos="2880"/>
        </w:tabs>
        <w:ind w:left="2880" w:hanging="360"/>
      </w:pPr>
      <w:rPr>
        <w:rFonts w:ascii="Arial" w:hAnsi="Arial" w:hint="default"/>
      </w:rPr>
    </w:lvl>
    <w:lvl w:ilvl="4" w:tplc="D47C289C" w:tentative="1">
      <w:start w:val="1"/>
      <w:numFmt w:val="bullet"/>
      <w:lvlText w:val="•"/>
      <w:lvlJc w:val="left"/>
      <w:pPr>
        <w:tabs>
          <w:tab w:val="num" w:pos="3600"/>
        </w:tabs>
        <w:ind w:left="3600" w:hanging="360"/>
      </w:pPr>
      <w:rPr>
        <w:rFonts w:ascii="Arial" w:hAnsi="Arial" w:hint="default"/>
      </w:rPr>
    </w:lvl>
    <w:lvl w:ilvl="5" w:tplc="4ADA0656" w:tentative="1">
      <w:start w:val="1"/>
      <w:numFmt w:val="bullet"/>
      <w:lvlText w:val="•"/>
      <w:lvlJc w:val="left"/>
      <w:pPr>
        <w:tabs>
          <w:tab w:val="num" w:pos="4320"/>
        </w:tabs>
        <w:ind w:left="4320" w:hanging="360"/>
      </w:pPr>
      <w:rPr>
        <w:rFonts w:ascii="Arial" w:hAnsi="Arial" w:hint="default"/>
      </w:rPr>
    </w:lvl>
    <w:lvl w:ilvl="6" w:tplc="83E2ED2E" w:tentative="1">
      <w:start w:val="1"/>
      <w:numFmt w:val="bullet"/>
      <w:lvlText w:val="•"/>
      <w:lvlJc w:val="left"/>
      <w:pPr>
        <w:tabs>
          <w:tab w:val="num" w:pos="5040"/>
        </w:tabs>
        <w:ind w:left="5040" w:hanging="360"/>
      </w:pPr>
      <w:rPr>
        <w:rFonts w:ascii="Arial" w:hAnsi="Arial" w:hint="default"/>
      </w:rPr>
    </w:lvl>
    <w:lvl w:ilvl="7" w:tplc="C4DE2472" w:tentative="1">
      <w:start w:val="1"/>
      <w:numFmt w:val="bullet"/>
      <w:lvlText w:val="•"/>
      <w:lvlJc w:val="left"/>
      <w:pPr>
        <w:tabs>
          <w:tab w:val="num" w:pos="5760"/>
        </w:tabs>
        <w:ind w:left="5760" w:hanging="360"/>
      </w:pPr>
      <w:rPr>
        <w:rFonts w:ascii="Arial" w:hAnsi="Arial" w:hint="default"/>
      </w:rPr>
    </w:lvl>
    <w:lvl w:ilvl="8" w:tplc="7564003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74F8CD0C">
      <w:start w:val="1"/>
      <w:numFmt w:val="bullet"/>
      <w:lvlText w:val=""/>
      <w:lvlJc w:val="left"/>
      <w:pPr>
        <w:ind w:left="720" w:hanging="360"/>
      </w:pPr>
      <w:rPr>
        <w:rFonts w:ascii="Symbol" w:hAnsi="Symbol" w:hint="default"/>
      </w:rPr>
    </w:lvl>
    <w:lvl w:ilvl="1" w:tplc="D13EF5EC" w:tentative="1">
      <w:start w:val="1"/>
      <w:numFmt w:val="bullet"/>
      <w:lvlText w:val="o"/>
      <w:lvlJc w:val="left"/>
      <w:pPr>
        <w:ind w:left="1440" w:hanging="360"/>
      </w:pPr>
      <w:rPr>
        <w:rFonts w:ascii="Courier New" w:hAnsi="Courier New" w:cs="Courier New" w:hint="default"/>
      </w:rPr>
    </w:lvl>
    <w:lvl w:ilvl="2" w:tplc="1A906D88" w:tentative="1">
      <w:start w:val="1"/>
      <w:numFmt w:val="bullet"/>
      <w:lvlText w:val=""/>
      <w:lvlJc w:val="left"/>
      <w:pPr>
        <w:ind w:left="2160" w:hanging="360"/>
      </w:pPr>
      <w:rPr>
        <w:rFonts w:ascii="Wingdings" w:hAnsi="Wingdings" w:hint="default"/>
      </w:rPr>
    </w:lvl>
    <w:lvl w:ilvl="3" w:tplc="7ED65BF4" w:tentative="1">
      <w:start w:val="1"/>
      <w:numFmt w:val="bullet"/>
      <w:lvlText w:val=""/>
      <w:lvlJc w:val="left"/>
      <w:pPr>
        <w:ind w:left="2880" w:hanging="360"/>
      </w:pPr>
      <w:rPr>
        <w:rFonts w:ascii="Symbol" w:hAnsi="Symbol" w:hint="default"/>
      </w:rPr>
    </w:lvl>
    <w:lvl w:ilvl="4" w:tplc="2E18A184" w:tentative="1">
      <w:start w:val="1"/>
      <w:numFmt w:val="bullet"/>
      <w:lvlText w:val="o"/>
      <w:lvlJc w:val="left"/>
      <w:pPr>
        <w:ind w:left="3600" w:hanging="360"/>
      </w:pPr>
      <w:rPr>
        <w:rFonts w:ascii="Courier New" w:hAnsi="Courier New" w:cs="Courier New" w:hint="default"/>
      </w:rPr>
    </w:lvl>
    <w:lvl w:ilvl="5" w:tplc="F2D2FF04" w:tentative="1">
      <w:start w:val="1"/>
      <w:numFmt w:val="bullet"/>
      <w:lvlText w:val=""/>
      <w:lvlJc w:val="left"/>
      <w:pPr>
        <w:ind w:left="4320" w:hanging="360"/>
      </w:pPr>
      <w:rPr>
        <w:rFonts w:ascii="Wingdings" w:hAnsi="Wingdings" w:hint="default"/>
      </w:rPr>
    </w:lvl>
    <w:lvl w:ilvl="6" w:tplc="DF902C44" w:tentative="1">
      <w:start w:val="1"/>
      <w:numFmt w:val="bullet"/>
      <w:lvlText w:val=""/>
      <w:lvlJc w:val="left"/>
      <w:pPr>
        <w:ind w:left="5040" w:hanging="360"/>
      </w:pPr>
      <w:rPr>
        <w:rFonts w:ascii="Symbol" w:hAnsi="Symbol" w:hint="default"/>
      </w:rPr>
    </w:lvl>
    <w:lvl w:ilvl="7" w:tplc="A920D7A6" w:tentative="1">
      <w:start w:val="1"/>
      <w:numFmt w:val="bullet"/>
      <w:lvlText w:val="o"/>
      <w:lvlJc w:val="left"/>
      <w:pPr>
        <w:ind w:left="5760" w:hanging="360"/>
      </w:pPr>
      <w:rPr>
        <w:rFonts w:ascii="Courier New" w:hAnsi="Courier New" w:cs="Courier New" w:hint="default"/>
      </w:rPr>
    </w:lvl>
    <w:lvl w:ilvl="8" w:tplc="AF1E9E32"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139E0BB2">
      <w:numFmt w:val="bullet"/>
      <w:lvlText w:val="•"/>
      <w:lvlJc w:val="left"/>
      <w:pPr>
        <w:ind w:left="720" w:hanging="360"/>
      </w:pPr>
      <w:rPr>
        <w:rFonts w:ascii="Verdana" w:eastAsia="Cambria" w:hAnsi="Verdana" w:cs="Times New Roman" w:hint="default"/>
      </w:rPr>
    </w:lvl>
    <w:lvl w:ilvl="1" w:tplc="EB56FC06" w:tentative="1">
      <w:start w:val="1"/>
      <w:numFmt w:val="bullet"/>
      <w:lvlText w:val="o"/>
      <w:lvlJc w:val="left"/>
      <w:pPr>
        <w:ind w:left="1440" w:hanging="360"/>
      </w:pPr>
      <w:rPr>
        <w:rFonts w:ascii="Courier New" w:hAnsi="Courier New" w:cs="Courier New" w:hint="default"/>
      </w:rPr>
    </w:lvl>
    <w:lvl w:ilvl="2" w:tplc="294476CC" w:tentative="1">
      <w:start w:val="1"/>
      <w:numFmt w:val="bullet"/>
      <w:lvlText w:val=""/>
      <w:lvlJc w:val="left"/>
      <w:pPr>
        <w:ind w:left="2160" w:hanging="360"/>
      </w:pPr>
      <w:rPr>
        <w:rFonts w:ascii="Wingdings" w:hAnsi="Wingdings" w:hint="default"/>
      </w:rPr>
    </w:lvl>
    <w:lvl w:ilvl="3" w:tplc="16785116" w:tentative="1">
      <w:start w:val="1"/>
      <w:numFmt w:val="bullet"/>
      <w:lvlText w:val=""/>
      <w:lvlJc w:val="left"/>
      <w:pPr>
        <w:ind w:left="2880" w:hanging="360"/>
      </w:pPr>
      <w:rPr>
        <w:rFonts w:ascii="Symbol" w:hAnsi="Symbol" w:hint="default"/>
      </w:rPr>
    </w:lvl>
    <w:lvl w:ilvl="4" w:tplc="4814A6CA" w:tentative="1">
      <w:start w:val="1"/>
      <w:numFmt w:val="bullet"/>
      <w:lvlText w:val="o"/>
      <w:lvlJc w:val="left"/>
      <w:pPr>
        <w:ind w:left="3600" w:hanging="360"/>
      </w:pPr>
      <w:rPr>
        <w:rFonts w:ascii="Courier New" w:hAnsi="Courier New" w:cs="Courier New" w:hint="default"/>
      </w:rPr>
    </w:lvl>
    <w:lvl w:ilvl="5" w:tplc="02FCD382" w:tentative="1">
      <w:start w:val="1"/>
      <w:numFmt w:val="bullet"/>
      <w:lvlText w:val=""/>
      <w:lvlJc w:val="left"/>
      <w:pPr>
        <w:ind w:left="4320" w:hanging="360"/>
      </w:pPr>
      <w:rPr>
        <w:rFonts w:ascii="Wingdings" w:hAnsi="Wingdings" w:hint="default"/>
      </w:rPr>
    </w:lvl>
    <w:lvl w:ilvl="6" w:tplc="B40A9B72" w:tentative="1">
      <w:start w:val="1"/>
      <w:numFmt w:val="bullet"/>
      <w:lvlText w:val=""/>
      <w:lvlJc w:val="left"/>
      <w:pPr>
        <w:ind w:left="5040" w:hanging="360"/>
      </w:pPr>
      <w:rPr>
        <w:rFonts w:ascii="Symbol" w:hAnsi="Symbol" w:hint="default"/>
      </w:rPr>
    </w:lvl>
    <w:lvl w:ilvl="7" w:tplc="CCD0D65A" w:tentative="1">
      <w:start w:val="1"/>
      <w:numFmt w:val="bullet"/>
      <w:lvlText w:val="o"/>
      <w:lvlJc w:val="left"/>
      <w:pPr>
        <w:ind w:left="5760" w:hanging="360"/>
      </w:pPr>
      <w:rPr>
        <w:rFonts w:ascii="Courier New" w:hAnsi="Courier New" w:cs="Courier New" w:hint="default"/>
      </w:rPr>
    </w:lvl>
    <w:lvl w:ilvl="8" w:tplc="C9C645F6"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C41E2CFA">
      <w:start w:val="1"/>
      <w:numFmt w:val="bullet"/>
      <w:lvlText w:val=""/>
      <w:lvlJc w:val="left"/>
      <w:pPr>
        <w:ind w:left="720" w:hanging="360"/>
      </w:pPr>
      <w:rPr>
        <w:rFonts w:ascii="Symbol" w:hAnsi="Symbol" w:hint="default"/>
      </w:rPr>
    </w:lvl>
    <w:lvl w:ilvl="1" w:tplc="D83ADEC6" w:tentative="1">
      <w:start w:val="1"/>
      <w:numFmt w:val="bullet"/>
      <w:lvlText w:val="o"/>
      <w:lvlJc w:val="left"/>
      <w:pPr>
        <w:ind w:left="1440" w:hanging="360"/>
      </w:pPr>
      <w:rPr>
        <w:rFonts w:ascii="Courier New" w:hAnsi="Courier New" w:cs="Courier New" w:hint="default"/>
      </w:rPr>
    </w:lvl>
    <w:lvl w:ilvl="2" w:tplc="F878A216" w:tentative="1">
      <w:start w:val="1"/>
      <w:numFmt w:val="bullet"/>
      <w:lvlText w:val=""/>
      <w:lvlJc w:val="left"/>
      <w:pPr>
        <w:ind w:left="2160" w:hanging="360"/>
      </w:pPr>
      <w:rPr>
        <w:rFonts w:ascii="Wingdings" w:hAnsi="Wingdings" w:hint="default"/>
      </w:rPr>
    </w:lvl>
    <w:lvl w:ilvl="3" w:tplc="C3AADCF2" w:tentative="1">
      <w:start w:val="1"/>
      <w:numFmt w:val="bullet"/>
      <w:lvlText w:val=""/>
      <w:lvlJc w:val="left"/>
      <w:pPr>
        <w:ind w:left="2880" w:hanging="360"/>
      </w:pPr>
      <w:rPr>
        <w:rFonts w:ascii="Symbol" w:hAnsi="Symbol" w:hint="default"/>
      </w:rPr>
    </w:lvl>
    <w:lvl w:ilvl="4" w:tplc="D1E6FFCE" w:tentative="1">
      <w:start w:val="1"/>
      <w:numFmt w:val="bullet"/>
      <w:lvlText w:val="o"/>
      <w:lvlJc w:val="left"/>
      <w:pPr>
        <w:ind w:left="3600" w:hanging="360"/>
      </w:pPr>
      <w:rPr>
        <w:rFonts w:ascii="Courier New" w:hAnsi="Courier New" w:cs="Courier New" w:hint="default"/>
      </w:rPr>
    </w:lvl>
    <w:lvl w:ilvl="5" w:tplc="09E6309E" w:tentative="1">
      <w:start w:val="1"/>
      <w:numFmt w:val="bullet"/>
      <w:lvlText w:val=""/>
      <w:lvlJc w:val="left"/>
      <w:pPr>
        <w:ind w:left="4320" w:hanging="360"/>
      </w:pPr>
      <w:rPr>
        <w:rFonts w:ascii="Wingdings" w:hAnsi="Wingdings" w:hint="default"/>
      </w:rPr>
    </w:lvl>
    <w:lvl w:ilvl="6" w:tplc="9AAAF98C" w:tentative="1">
      <w:start w:val="1"/>
      <w:numFmt w:val="bullet"/>
      <w:lvlText w:val=""/>
      <w:lvlJc w:val="left"/>
      <w:pPr>
        <w:ind w:left="5040" w:hanging="360"/>
      </w:pPr>
      <w:rPr>
        <w:rFonts w:ascii="Symbol" w:hAnsi="Symbol" w:hint="default"/>
      </w:rPr>
    </w:lvl>
    <w:lvl w:ilvl="7" w:tplc="00040A4A" w:tentative="1">
      <w:start w:val="1"/>
      <w:numFmt w:val="bullet"/>
      <w:lvlText w:val="o"/>
      <w:lvlJc w:val="left"/>
      <w:pPr>
        <w:ind w:left="5760" w:hanging="360"/>
      </w:pPr>
      <w:rPr>
        <w:rFonts w:ascii="Courier New" w:hAnsi="Courier New" w:cs="Courier New" w:hint="default"/>
      </w:rPr>
    </w:lvl>
    <w:lvl w:ilvl="8" w:tplc="F8129086"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407642D2">
      <w:start w:val="1"/>
      <w:numFmt w:val="bullet"/>
      <w:lvlText w:val=""/>
      <w:lvlJc w:val="left"/>
      <w:pPr>
        <w:ind w:left="720" w:hanging="360"/>
      </w:pPr>
      <w:rPr>
        <w:rFonts w:ascii="Symbol" w:hAnsi="Symbol" w:hint="default"/>
      </w:rPr>
    </w:lvl>
    <w:lvl w:ilvl="1" w:tplc="02F860EE" w:tentative="1">
      <w:start w:val="1"/>
      <w:numFmt w:val="bullet"/>
      <w:lvlText w:val="o"/>
      <w:lvlJc w:val="left"/>
      <w:pPr>
        <w:ind w:left="1440" w:hanging="360"/>
      </w:pPr>
      <w:rPr>
        <w:rFonts w:ascii="Courier New" w:hAnsi="Courier New" w:cs="Courier New" w:hint="default"/>
      </w:rPr>
    </w:lvl>
    <w:lvl w:ilvl="2" w:tplc="26BE926C" w:tentative="1">
      <w:start w:val="1"/>
      <w:numFmt w:val="bullet"/>
      <w:lvlText w:val=""/>
      <w:lvlJc w:val="left"/>
      <w:pPr>
        <w:ind w:left="2160" w:hanging="360"/>
      </w:pPr>
      <w:rPr>
        <w:rFonts w:ascii="Wingdings" w:hAnsi="Wingdings" w:hint="default"/>
      </w:rPr>
    </w:lvl>
    <w:lvl w:ilvl="3" w:tplc="C67AA802" w:tentative="1">
      <w:start w:val="1"/>
      <w:numFmt w:val="bullet"/>
      <w:lvlText w:val=""/>
      <w:lvlJc w:val="left"/>
      <w:pPr>
        <w:ind w:left="2880" w:hanging="360"/>
      </w:pPr>
      <w:rPr>
        <w:rFonts w:ascii="Symbol" w:hAnsi="Symbol" w:hint="default"/>
      </w:rPr>
    </w:lvl>
    <w:lvl w:ilvl="4" w:tplc="044AEE2E" w:tentative="1">
      <w:start w:val="1"/>
      <w:numFmt w:val="bullet"/>
      <w:lvlText w:val="o"/>
      <w:lvlJc w:val="left"/>
      <w:pPr>
        <w:ind w:left="3600" w:hanging="360"/>
      </w:pPr>
      <w:rPr>
        <w:rFonts w:ascii="Courier New" w:hAnsi="Courier New" w:cs="Courier New" w:hint="default"/>
      </w:rPr>
    </w:lvl>
    <w:lvl w:ilvl="5" w:tplc="077C8AB8" w:tentative="1">
      <w:start w:val="1"/>
      <w:numFmt w:val="bullet"/>
      <w:lvlText w:val=""/>
      <w:lvlJc w:val="left"/>
      <w:pPr>
        <w:ind w:left="4320" w:hanging="360"/>
      </w:pPr>
      <w:rPr>
        <w:rFonts w:ascii="Wingdings" w:hAnsi="Wingdings" w:hint="default"/>
      </w:rPr>
    </w:lvl>
    <w:lvl w:ilvl="6" w:tplc="56708760" w:tentative="1">
      <w:start w:val="1"/>
      <w:numFmt w:val="bullet"/>
      <w:lvlText w:val=""/>
      <w:lvlJc w:val="left"/>
      <w:pPr>
        <w:ind w:left="5040" w:hanging="360"/>
      </w:pPr>
      <w:rPr>
        <w:rFonts w:ascii="Symbol" w:hAnsi="Symbol" w:hint="default"/>
      </w:rPr>
    </w:lvl>
    <w:lvl w:ilvl="7" w:tplc="D144B4FA" w:tentative="1">
      <w:start w:val="1"/>
      <w:numFmt w:val="bullet"/>
      <w:lvlText w:val="o"/>
      <w:lvlJc w:val="left"/>
      <w:pPr>
        <w:ind w:left="5760" w:hanging="360"/>
      </w:pPr>
      <w:rPr>
        <w:rFonts w:ascii="Courier New" w:hAnsi="Courier New" w:cs="Courier New" w:hint="default"/>
      </w:rPr>
    </w:lvl>
    <w:lvl w:ilvl="8" w:tplc="6D84EB72"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2E6C4330">
      <w:start w:val="1"/>
      <w:numFmt w:val="bullet"/>
      <w:lvlText w:val="•"/>
      <w:lvlJc w:val="left"/>
      <w:pPr>
        <w:tabs>
          <w:tab w:val="num" w:pos="720"/>
        </w:tabs>
        <w:ind w:left="720" w:hanging="360"/>
      </w:pPr>
      <w:rPr>
        <w:rFonts w:ascii="Arial" w:hAnsi="Arial" w:hint="default"/>
      </w:rPr>
    </w:lvl>
    <w:lvl w:ilvl="1" w:tplc="FBFA4984">
      <w:start w:val="1"/>
      <w:numFmt w:val="bullet"/>
      <w:lvlText w:val="•"/>
      <w:lvlJc w:val="left"/>
      <w:pPr>
        <w:tabs>
          <w:tab w:val="num" w:pos="1440"/>
        </w:tabs>
        <w:ind w:left="1440" w:hanging="360"/>
      </w:pPr>
      <w:rPr>
        <w:rFonts w:ascii="Arial" w:hAnsi="Arial" w:hint="default"/>
      </w:rPr>
    </w:lvl>
    <w:lvl w:ilvl="2" w:tplc="D33C64C2" w:tentative="1">
      <w:start w:val="1"/>
      <w:numFmt w:val="bullet"/>
      <w:lvlText w:val="•"/>
      <w:lvlJc w:val="left"/>
      <w:pPr>
        <w:tabs>
          <w:tab w:val="num" w:pos="2160"/>
        </w:tabs>
        <w:ind w:left="2160" w:hanging="360"/>
      </w:pPr>
      <w:rPr>
        <w:rFonts w:ascii="Arial" w:hAnsi="Arial" w:hint="default"/>
      </w:rPr>
    </w:lvl>
    <w:lvl w:ilvl="3" w:tplc="05CE1C34" w:tentative="1">
      <w:start w:val="1"/>
      <w:numFmt w:val="bullet"/>
      <w:lvlText w:val="•"/>
      <w:lvlJc w:val="left"/>
      <w:pPr>
        <w:tabs>
          <w:tab w:val="num" w:pos="2880"/>
        </w:tabs>
        <w:ind w:left="2880" w:hanging="360"/>
      </w:pPr>
      <w:rPr>
        <w:rFonts w:ascii="Arial" w:hAnsi="Arial" w:hint="default"/>
      </w:rPr>
    </w:lvl>
    <w:lvl w:ilvl="4" w:tplc="505EB6A8" w:tentative="1">
      <w:start w:val="1"/>
      <w:numFmt w:val="bullet"/>
      <w:lvlText w:val="•"/>
      <w:lvlJc w:val="left"/>
      <w:pPr>
        <w:tabs>
          <w:tab w:val="num" w:pos="3600"/>
        </w:tabs>
        <w:ind w:left="3600" w:hanging="360"/>
      </w:pPr>
      <w:rPr>
        <w:rFonts w:ascii="Arial" w:hAnsi="Arial" w:hint="default"/>
      </w:rPr>
    </w:lvl>
    <w:lvl w:ilvl="5" w:tplc="FCCEF650" w:tentative="1">
      <w:start w:val="1"/>
      <w:numFmt w:val="bullet"/>
      <w:lvlText w:val="•"/>
      <w:lvlJc w:val="left"/>
      <w:pPr>
        <w:tabs>
          <w:tab w:val="num" w:pos="4320"/>
        </w:tabs>
        <w:ind w:left="4320" w:hanging="360"/>
      </w:pPr>
      <w:rPr>
        <w:rFonts w:ascii="Arial" w:hAnsi="Arial" w:hint="default"/>
      </w:rPr>
    </w:lvl>
    <w:lvl w:ilvl="6" w:tplc="F5C2DD20" w:tentative="1">
      <w:start w:val="1"/>
      <w:numFmt w:val="bullet"/>
      <w:lvlText w:val="•"/>
      <w:lvlJc w:val="left"/>
      <w:pPr>
        <w:tabs>
          <w:tab w:val="num" w:pos="5040"/>
        </w:tabs>
        <w:ind w:left="5040" w:hanging="360"/>
      </w:pPr>
      <w:rPr>
        <w:rFonts w:ascii="Arial" w:hAnsi="Arial" w:hint="default"/>
      </w:rPr>
    </w:lvl>
    <w:lvl w:ilvl="7" w:tplc="A148B836" w:tentative="1">
      <w:start w:val="1"/>
      <w:numFmt w:val="bullet"/>
      <w:lvlText w:val="•"/>
      <w:lvlJc w:val="left"/>
      <w:pPr>
        <w:tabs>
          <w:tab w:val="num" w:pos="5760"/>
        </w:tabs>
        <w:ind w:left="5760" w:hanging="360"/>
      </w:pPr>
      <w:rPr>
        <w:rFonts w:ascii="Arial" w:hAnsi="Arial" w:hint="default"/>
      </w:rPr>
    </w:lvl>
    <w:lvl w:ilvl="8" w:tplc="5E1606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3B661B4A">
      <w:numFmt w:val="bullet"/>
      <w:lvlText w:val="•"/>
      <w:lvlJc w:val="left"/>
      <w:pPr>
        <w:ind w:left="720" w:hanging="360"/>
      </w:pPr>
      <w:rPr>
        <w:rFonts w:ascii="Verdana" w:eastAsia="Cambria" w:hAnsi="Verdana" w:cs="Times New Roman" w:hint="default"/>
      </w:rPr>
    </w:lvl>
    <w:lvl w:ilvl="1" w:tplc="6A0CD39C" w:tentative="1">
      <w:start w:val="1"/>
      <w:numFmt w:val="bullet"/>
      <w:lvlText w:val="o"/>
      <w:lvlJc w:val="left"/>
      <w:pPr>
        <w:ind w:left="1440" w:hanging="360"/>
      </w:pPr>
      <w:rPr>
        <w:rFonts w:ascii="Courier New" w:hAnsi="Courier New" w:cs="Courier New" w:hint="default"/>
      </w:rPr>
    </w:lvl>
    <w:lvl w:ilvl="2" w:tplc="B59C99A2" w:tentative="1">
      <w:start w:val="1"/>
      <w:numFmt w:val="bullet"/>
      <w:lvlText w:val=""/>
      <w:lvlJc w:val="left"/>
      <w:pPr>
        <w:ind w:left="2160" w:hanging="360"/>
      </w:pPr>
      <w:rPr>
        <w:rFonts w:ascii="Wingdings" w:hAnsi="Wingdings" w:hint="default"/>
      </w:rPr>
    </w:lvl>
    <w:lvl w:ilvl="3" w:tplc="48BCD656" w:tentative="1">
      <w:start w:val="1"/>
      <w:numFmt w:val="bullet"/>
      <w:lvlText w:val=""/>
      <w:lvlJc w:val="left"/>
      <w:pPr>
        <w:ind w:left="2880" w:hanging="360"/>
      </w:pPr>
      <w:rPr>
        <w:rFonts w:ascii="Symbol" w:hAnsi="Symbol" w:hint="default"/>
      </w:rPr>
    </w:lvl>
    <w:lvl w:ilvl="4" w:tplc="521EB2E4" w:tentative="1">
      <w:start w:val="1"/>
      <w:numFmt w:val="bullet"/>
      <w:lvlText w:val="o"/>
      <w:lvlJc w:val="left"/>
      <w:pPr>
        <w:ind w:left="3600" w:hanging="360"/>
      </w:pPr>
      <w:rPr>
        <w:rFonts w:ascii="Courier New" w:hAnsi="Courier New" w:cs="Courier New" w:hint="default"/>
      </w:rPr>
    </w:lvl>
    <w:lvl w:ilvl="5" w:tplc="823230EE" w:tentative="1">
      <w:start w:val="1"/>
      <w:numFmt w:val="bullet"/>
      <w:lvlText w:val=""/>
      <w:lvlJc w:val="left"/>
      <w:pPr>
        <w:ind w:left="4320" w:hanging="360"/>
      </w:pPr>
      <w:rPr>
        <w:rFonts w:ascii="Wingdings" w:hAnsi="Wingdings" w:hint="default"/>
      </w:rPr>
    </w:lvl>
    <w:lvl w:ilvl="6" w:tplc="85C692C0" w:tentative="1">
      <w:start w:val="1"/>
      <w:numFmt w:val="bullet"/>
      <w:lvlText w:val=""/>
      <w:lvlJc w:val="left"/>
      <w:pPr>
        <w:ind w:left="5040" w:hanging="360"/>
      </w:pPr>
      <w:rPr>
        <w:rFonts w:ascii="Symbol" w:hAnsi="Symbol" w:hint="default"/>
      </w:rPr>
    </w:lvl>
    <w:lvl w:ilvl="7" w:tplc="58BEC23E" w:tentative="1">
      <w:start w:val="1"/>
      <w:numFmt w:val="bullet"/>
      <w:lvlText w:val="o"/>
      <w:lvlJc w:val="left"/>
      <w:pPr>
        <w:ind w:left="5760" w:hanging="360"/>
      </w:pPr>
      <w:rPr>
        <w:rFonts w:ascii="Courier New" w:hAnsi="Courier New" w:cs="Courier New" w:hint="default"/>
      </w:rPr>
    </w:lvl>
    <w:lvl w:ilvl="8" w:tplc="5FB2985A"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77BA889C">
      <w:start w:val="1"/>
      <w:numFmt w:val="decimal"/>
      <w:lvlText w:val="%1."/>
      <w:lvlJc w:val="left"/>
      <w:pPr>
        <w:ind w:left="720" w:hanging="360"/>
      </w:pPr>
      <w:rPr>
        <w:rFonts w:hint="default"/>
      </w:rPr>
    </w:lvl>
    <w:lvl w:ilvl="1" w:tplc="5CDE164A" w:tentative="1">
      <w:start w:val="1"/>
      <w:numFmt w:val="lowerLetter"/>
      <w:lvlText w:val="%2."/>
      <w:lvlJc w:val="left"/>
      <w:pPr>
        <w:ind w:left="1440" w:hanging="360"/>
      </w:pPr>
    </w:lvl>
    <w:lvl w:ilvl="2" w:tplc="73B44462" w:tentative="1">
      <w:start w:val="1"/>
      <w:numFmt w:val="lowerRoman"/>
      <w:lvlText w:val="%3."/>
      <w:lvlJc w:val="right"/>
      <w:pPr>
        <w:ind w:left="2160" w:hanging="180"/>
      </w:pPr>
    </w:lvl>
    <w:lvl w:ilvl="3" w:tplc="C79407AA" w:tentative="1">
      <w:start w:val="1"/>
      <w:numFmt w:val="decimal"/>
      <w:lvlText w:val="%4."/>
      <w:lvlJc w:val="left"/>
      <w:pPr>
        <w:ind w:left="2880" w:hanging="360"/>
      </w:pPr>
    </w:lvl>
    <w:lvl w:ilvl="4" w:tplc="836AEE5A" w:tentative="1">
      <w:start w:val="1"/>
      <w:numFmt w:val="lowerLetter"/>
      <w:lvlText w:val="%5."/>
      <w:lvlJc w:val="left"/>
      <w:pPr>
        <w:ind w:left="3600" w:hanging="360"/>
      </w:pPr>
    </w:lvl>
    <w:lvl w:ilvl="5" w:tplc="761EC540" w:tentative="1">
      <w:start w:val="1"/>
      <w:numFmt w:val="lowerRoman"/>
      <w:lvlText w:val="%6."/>
      <w:lvlJc w:val="right"/>
      <w:pPr>
        <w:ind w:left="4320" w:hanging="180"/>
      </w:pPr>
    </w:lvl>
    <w:lvl w:ilvl="6" w:tplc="B902025E" w:tentative="1">
      <w:start w:val="1"/>
      <w:numFmt w:val="decimal"/>
      <w:lvlText w:val="%7."/>
      <w:lvlJc w:val="left"/>
      <w:pPr>
        <w:ind w:left="5040" w:hanging="360"/>
      </w:pPr>
    </w:lvl>
    <w:lvl w:ilvl="7" w:tplc="0ECC00AC" w:tentative="1">
      <w:start w:val="1"/>
      <w:numFmt w:val="lowerLetter"/>
      <w:lvlText w:val="%8."/>
      <w:lvlJc w:val="left"/>
      <w:pPr>
        <w:ind w:left="5760" w:hanging="360"/>
      </w:pPr>
    </w:lvl>
    <w:lvl w:ilvl="8" w:tplc="47482092"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BCD49F6E">
      <w:start w:val="1"/>
      <w:numFmt w:val="bullet"/>
      <w:lvlText w:val="•"/>
      <w:lvlJc w:val="left"/>
      <w:pPr>
        <w:tabs>
          <w:tab w:val="num" w:pos="720"/>
        </w:tabs>
        <w:ind w:left="720" w:hanging="360"/>
      </w:pPr>
      <w:rPr>
        <w:rFonts w:ascii="Arial" w:hAnsi="Arial" w:hint="default"/>
      </w:rPr>
    </w:lvl>
    <w:lvl w:ilvl="1" w:tplc="DF7C29A6">
      <w:start w:val="1"/>
      <w:numFmt w:val="bullet"/>
      <w:lvlText w:val="•"/>
      <w:lvlJc w:val="left"/>
      <w:pPr>
        <w:tabs>
          <w:tab w:val="num" w:pos="1440"/>
        </w:tabs>
        <w:ind w:left="1440" w:hanging="360"/>
      </w:pPr>
      <w:rPr>
        <w:rFonts w:ascii="Arial" w:hAnsi="Arial" w:hint="default"/>
      </w:rPr>
    </w:lvl>
    <w:lvl w:ilvl="2" w:tplc="387EA9E8" w:tentative="1">
      <w:start w:val="1"/>
      <w:numFmt w:val="bullet"/>
      <w:lvlText w:val="•"/>
      <w:lvlJc w:val="left"/>
      <w:pPr>
        <w:tabs>
          <w:tab w:val="num" w:pos="2160"/>
        </w:tabs>
        <w:ind w:left="2160" w:hanging="360"/>
      </w:pPr>
      <w:rPr>
        <w:rFonts w:ascii="Arial" w:hAnsi="Arial" w:hint="default"/>
      </w:rPr>
    </w:lvl>
    <w:lvl w:ilvl="3" w:tplc="BF465A9E" w:tentative="1">
      <w:start w:val="1"/>
      <w:numFmt w:val="bullet"/>
      <w:lvlText w:val="•"/>
      <w:lvlJc w:val="left"/>
      <w:pPr>
        <w:tabs>
          <w:tab w:val="num" w:pos="2880"/>
        </w:tabs>
        <w:ind w:left="2880" w:hanging="360"/>
      </w:pPr>
      <w:rPr>
        <w:rFonts w:ascii="Arial" w:hAnsi="Arial" w:hint="default"/>
      </w:rPr>
    </w:lvl>
    <w:lvl w:ilvl="4" w:tplc="B9244DC0" w:tentative="1">
      <w:start w:val="1"/>
      <w:numFmt w:val="bullet"/>
      <w:lvlText w:val="•"/>
      <w:lvlJc w:val="left"/>
      <w:pPr>
        <w:tabs>
          <w:tab w:val="num" w:pos="3600"/>
        </w:tabs>
        <w:ind w:left="3600" w:hanging="360"/>
      </w:pPr>
      <w:rPr>
        <w:rFonts w:ascii="Arial" w:hAnsi="Arial" w:hint="default"/>
      </w:rPr>
    </w:lvl>
    <w:lvl w:ilvl="5" w:tplc="32068E50" w:tentative="1">
      <w:start w:val="1"/>
      <w:numFmt w:val="bullet"/>
      <w:lvlText w:val="•"/>
      <w:lvlJc w:val="left"/>
      <w:pPr>
        <w:tabs>
          <w:tab w:val="num" w:pos="4320"/>
        </w:tabs>
        <w:ind w:left="4320" w:hanging="360"/>
      </w:pPr>
      <w:rPr>
        <w:rFonts w:ascii="Arial" w:hAnsi="Arial" w:hint="default"/>
      </w:rPr>
    </w:lvl>
    <w:lvl w:ilvl="6" w:tplc="2528B82A" w:tentative="1">
      <w:start w:val="1"/>
      <w:numFmt w:val="bullet"/>
      <w:lvlText w:val="•"/>
      <w:lvlJc w:val="left"/>
      <w:pPr>
        <w:tabs>
          <w:tab w:val="num" w:pos="5040"/>
        </w:tabs>
        <w:ind w:left="5040" w:hanging="360"/>
      </w:pPr>
      <w:rPr>
        <w:rFonts w:ascii="Arial" w:hAnsi="Arial" w:hint="default"/>
      </w:rPr>
    </w:lvl>
    <w:lvl w:ilvl="7" w:tplc="ADD40FB4" w:tentative="1">
      <w:start w:val="1"/>
      <w:numFmt w:val="bullet"/>
      <w:lvlText w:val="•"/>
      <w:lvlJc w:val="left"/>
      <w:pPr>
        <w:tabs>
          <w:tab w:val="num" w:pos="5760"/>
        </w:tabs>
        <w:ind w:left="5760" w:hanging="360"/>
      </w:pPr>
      <w:rPr>
        <w:rFonts w:ascii="Arial" w:hAnsi="Arial" w:hint="default"/>
      </w:rPr>
    </w:lvl>
    <w:lvl w:ilvl="8" w:tplc="F3E2CD8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47E0C8FE">
      <w:start w:val="1"/>
      <w:numFmt w:val="bullet"/>
      <w:lvlText w:val=""/>
      <w:lvlJc w:val="left"/>
      <w:pPr>
        <w:ind w:left="720" w:hanging="360"/>
      </w:pPr>
      <w:rPr>
        <w:rFonts w:ascii="Symbol" w:hAnsi="Symbol" w:hint="default"/>
      </w:rPr>
    </w:lvl>
    <w:lvl w:ilvl="1" w:tplc="3F0C0646" w:tentative="1">
      <w:start w:val="1"/>
      <w:numFmt w:val="bullet"/>
      <w:lvlText w:val="o"/>
      <w:lvlJc w:val="left"/>
      <w:pPr>
        <w:ind w:left="1440" w:hanging="360"/>
      </w:pPr>
      <w:rPr>
        <w:rFonts w:ascii="Courier New" w:hAnsi="Courier New" w:cs="Courier New" w:hint="default"/>
      </w:rPr>
    </w:lvl>
    <w:lvl w:ilvl="2" w:tplc="2E04D8EE" w:tentative="1">
      <w:start w:val="1"/>
      <w:numFmt w:val="bullet"/>
      <w:lvlText w:val=""/>
      <w:lvlJc w:val="left"/>
      <w:pPr>
        <w:ind w:left="2160" w:hanging="360"/>
      </w:pPr>
      <w:rPr>
        <w:rFonts w:ascii="Wingdings" w:hAnsi="Wingdings" w:hint="default"/>
      </w:rPr>
    </w:lvl>
    <w:lvl w:ilvl="3" w:tplc="DE48F2C8" w:tentative="1">
      <w:start w:val="1"/>
      <w:numFmt w:val="bullet"/>
      <w:lvlText w:val=""/>
      <w:lvlJc w:val="left"/>
      <w:pPr>
        <w:ind w:left="2880" w:hanging="360"/>
      </w:pPr>
      <w:rPr>
        <w:rFonts w:ascii="Symbol" w:hAnsi="Symbol" w:hint="default"/>
      </w:rPr>
    </w:lvl>
    <w:lvl w:ilvl="4" w:tplc="95D8E95C" w:tentative="1">
      <w:start w:val="1"/>
      <w:numFmt w:val="bullet"/>
      <w:lvlText w:val="o"/>
      <w:lvlJc w:val="left"/>
      <w:pPr>
        <w:ind w:left="3600" w:hanging="360"/>
      </w:pPr>
      <w:rPr>
        <w:rFonts w:ascii="Courier New" w:hAnsi="Courier New" w:cs="Courier New" w:hint="default"/>
      </w:rPr>
    </w:lvl>
    <w:lvl w:ilvl="5" w:tplc="F4143572" w:tentative="1">
      <w:start w:val="1"/>
      <w:numFmt w:val="bullet"/>
      <w:lvlText w:val=""/>
      <w:lvlJc w:val="left"/>
      <w:pPr>
        <w:ind w:left="4320" w:hanging="360"/>
      </w:pPr>
      <w:rPr>
        <w:rFonts w:ascii="Wingdings" w:hAnsi="Wingdings" w:hint="default"/>
      </w:rPr>
    </w:lvl>
    <w:lvl w:ilvl="6" w:tplc="A7E20586" w:tentative="1">
      <w:start w:val="1"/>
      <w:numFmt w:val="bullet"/>
      <w:lvlText w:val=""/>
      <w:lvlJc w:val="left"/>
      <w:pPr>
        <w:ind w:left="5040" w:hanging="360"/>
      </w:pPr>
      <w:rPr>
        <w:rFonts w:ascii="Symbol" w:hAnsi="Symbol" w:hint="default"/>
      </w:rPr>
    </w:lvl>
    <w:lvl w:ilvl="7" w:tplc="5E78A888" w:tentative="1">
      <w:start w:val="1"/>
      <w:numFmt w:val="bullet"/>
      <w:lvlText w:val="o"/>
      <w:lvlJc w:val="left"/>
      <w:pPr>
        <w:ind w:left="5760" w:hanging="360"/>
      </w:pPr>
      <w:rPr>
        <w:rFonts w:ascii="Courier New" w:hAnsi="Courier New" w:cs="Courier New" w:hint="default"/>
      </w:rPr>
    </w:lvl>
    <w:lvl w:ilvl="8" w:tplc="0E9E2F90"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01FC8746">
      <w:start w:val="1"/>
      <w:numFmt w:val="bullet"/>
      <w:lvlText w:val="•"/>
      <w:lvlJc w:val="left"/>
      <w:pPr>
        <w:tabs>
          <w:tab w:val="num" w:pos="720"/>
        </w:tabs>
        <w:ind w:left="720" w:hanging="360"/>
      </w:pPr>
      <w:rPr>
        <w:rFonts w:ascii="Arial" w:hAnsi="Arial" w:hint="default"/>
      </w:rPr>
    </w:lvl>
    <w:lvl w:ilvl="1" w:tplc="06E28682">
      <w:start w:val="1"/>
      <w:numFmt w:val="bullet"/>
      <w:lvlText w:val="•"/>
      <w:lvlJc w:val="left"/>
      <w:pPr>
        <w:tabs>
          <w:tab w:val="num" w:pos="1440"/>
        </w:tabs>
        <w:ind w:left="1440" w:hanging="360"/>
      </w:pPr>
      <w:rPr>
        <w:rFonts w:ascii="Arial" w:hAnsi="Arial" w:hint="default"/>
      </w:rPr>
    </w:lvl>
    <w:lvl w:ilvl="2" w:tplc="9CF60A36" w:tentative="1">
      <w:start w:val="1"/>
      <w:numFmt w:val="bullet"/>
      <w:lvlText w:val="•"/>
      <w:lvlJc w:val="left"/>
      <w:pPr>
        <w:tabs>
          <w:tab w:val="num" w:pos="2160"/>
        </w:tabs>
        <w:ind w:left="2160" w:hanging="360"/>
      </w:pPr>
      <w:rPr>
        <w:rFonts w:ascii="Arial" w:hAnsi="Arial" w:hint="default"/>
      </w:rPr>
    </w:lvl>
    <w:lvl w:ilvl="3" w:tplc="2D6E319A" w:tentative="1">
      <w:start w:val="1"/>
      <w:numFmt w:val="bullet"/>
      <w:lvlText w:val="•"/>
      <w:lvlJc w:val="left"/>
      <w:pPr>
        <w:tabs>
          <w:tab w:val="num" w:pos="2880"/>
        </w:tabs>
        <w:ind w:left="2880" w:hanging="360"/>
      </w:pPr>
      <w:rPr>
        <w:rFonts w:ascii="Arial" w:hAnsi="Arial" w:hint="default"/>
      </w:rPr>
    </w:lvl>
    <w:lvl w:ilvl="4" w:tplc="6C1CF02C" w:tentative="1">
      <w:start w:val="1"/>
      <w:numFmt w:val="bullet"/>
      <w:lvlText w:val="•"/>
      <w:lvlJc w:val="left"/>
      <w:pPr>
        <w:tabs>
          <w:tab w:val="num" w:pos="3600"/>
        </w:tabs>
        <w:ind w:left="3600" w:hanging="360"/>
      </w:pPr>
      <w:rPr>
        <w:rFonts w:ascii="Arial" w:hAnsi="Arial" w:hint="default"/>
      </w:rPr>
    </w:lvl>
    <w:lvl w:ilvl="5" w:tplc="4C3644B0" w:tentative="1">
      <w:start w:val="1"/>
      <w:numFmt w:val="bullet"/>
      <w:lvlText w:val="•"/>
      <w:lvlJc w:val="left"/>
      <w:pPr>
        <w:tabs>
          <w:tab w:val="num" w:pos="4320"/>
        </w:tabs>
        <w:ind w:left="4320" w:hanging="360"/>
      </w:pPr>
      <w:rPr>
        <w:rFonts w:ascii="Arial" w:hAnsi="Arial" w:hint="default"/>
      </w:rPr>
    </w:lvl>
    <w:lvl w:ilvl="6" w:tplc="9F76042A" w:tentative="1">
      <w:start w:val="1"/>
      <w:numFmt w:val="bullet"/>
      <w:lvlText w:val="•"/>
      <w:lvlJc w:val="left"/>
      <w:pPr>
        <w:tabs>
          <w:tab w:val="num" w:pos="5040"/>
        </w:tabs>
        <w:ind w:left="5040" w:hanging="360"/>
      </w:pPr>
      <w:rPr>
        <w:rFonts w:ascii="Arial" w:hAnsi="Arial" w:hint="default"/>
      </w:rPr>
    </w:lvl>
    <w:lvl w:ilvl="7" w:tplc="FF68EEB0" w:tentative="1">
      <w:start w:val="1"/>
      <w:numFmt w:val="bullet"/>
      <w:lvlText w:val="•"/>
      <w:lvlJc w:val="left"/>
      <w:pPr>
        <w:tabs>
          <w:tab w:val="num" w:pos="5760"/>
        </w:tabs>
        <w:ind w:left="5760" w:hanging="360"/>
      </w:pPr>
      <w:rPr>
        <w:rFonts w:ascii="Arial" w:hAnsi="Arial" w:hint="default"/>
      </w:rPr>
    </w:lvl>
    <w:lvl w:ilvl="8" w:tplc="7DCA37D4" w:tentative="1">
      <w:start w:val="1"/>
      <w:numFmt w:val="bullet"/>
      <w:lvlText w:val="•"/>
      <w:lvlJc w:val="left"/>
      <w:pPr>
        <w:tabs>
          <w:tab w:val="num" w:pos="6480"/>
        </w:tabs>
        <w:ind w:left="6480" w:hanging="360"/>
      </w:pPr>
      <w:rPr>
        <w:rFonts w:ascii="Arial" w:hAnsi="Arial" w:hint="default"/>
      </w:rPr>
    </w:lvl>
  </w:abstractNum>
  <w:num w:numId="1" w16cid:durableId="141429455">
    <w:abstractNumId w:val="1"/>
  </w:num>
  <w:num w:numId="2" w16cid:durableId="1860662191">
    <w:abstractNumId w:val="9"/>
  </w:num>
  <w:num w:numId="3" w16cid:durableId="142430153">
    <w:abstractNumId w:val="15"/>
  </w:num>
  <w:num w:numId="4" w16cid:durableId="1458060214">
    <w:abstractNumId w:val="11"/>
  </w:num>
  <w:num w:numId="5" w16cid:durableId="381171837">
    <w:abstractNumId w:val="16"/>
  </w:num>
  <w:num w:numId="6" w16cid:durableId="26301170">
    <w:abstractNumId w:val="14"/>
  </w:num>
  <w:num w:numId="7" w16cid:durableId="1336957998">
    <w:abstractNumId w:val="6"/>
  </w:num>
  <w:num w:numId="8" w16cid:durableId="937517124">
    <w:abstractNumId w:val="10"/>
  </w:num>
  <w:num w:numId="9" w16cid:durableId="1226717360">
    <w:abstractNumId w:val="0"/>
  </w:num>
  <w:num w:numId="10" w16cid:durableId="1054815465">
    <w:abstractNumId w:val="4"/>
  </w:num>
  <w:num w:numId="11" w16cid:durableId="1702322238">
    <w:abstractNumId w:val="8"/>
  </w:num>
  <w:num w:numId="12" w16cid:durableId="1308319191">
    <w:abstractNumId w:val="12"/>
  </w:num>
  <w:num w:numId="13" w16cid:durableId="173111898">
    <w:abstractNumId w:val="5"/>
  </w:num>
  <w:num w:numId="14" w16cid:durableId="9527440">
    <w:abstractNumId w:val="13"/>
  </w:num>
  <w:num w:numId="15" w16cid:durableId="100301980">
    <w:abstractNumId w:val="7"/>
  </w:num>
  <w:num w:numId="16" w16cid:durableId="2090033440">
    <w:abstractNumId w:val="2"/>
  </w:num>
  <w:num w:numId="17" w16cid:durableId="270552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0551"/>
    <w:rsid w:val="000022CA"/>
    <w:rsid w:val="00002C79"/>
    <w:rsid w:val="00003166"/>
    <w:rsid w:val="00004A3D"/>
    <w:rsid w:val="00004F8D"/>
    <w:rsid w:val="00005720"/>
    <w:rsid w:val="0000696F"/>
    <w:rsid w:val="00007837"/>
    <w:rsid w:val="00011095"/>
    <w:rsid w:val="000119C8"/>
    <w:rsid w:val="00011B1A"/>
    <w:rsid w:val="00013095"/>
    <w:rsid w:val="00015EE0"/>
    <w:rsid w:val="0001720C"/>
    <w:rsid w:val="00020480"/>
    <w:rsid w:val="00020DA2"/>
    <w:rsid w:val="0002128C"/>
    <w:rsid w:val="00021643"/>
    <w:rsid w:val="0002297D"/>
    <w:rsid w:val="000229EB"/>
    <w:rsid w:val="00022D84"/>
    <w:rsid w:val="00023B75"/>
    <w:rsid w:val="000245D5"/>
    <w:rsid w:val="00025FE5"/>
    <w:rsid w:val="00030575"/>
    <w:rsid w:val="000316A6"/>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2A62"/>
    <w:rsid w:val="00052C6E"/>
    <w:rsid w:val="00053645"/>
    <w:rsid w:val="0005558C"/>
    <w:rsid w:val="00055D6E"/>
    <w:rsid w:val="00056138"/>
    <w:rsid w:val="000562F3"/>
    <w:rsid w:val="00056E82"/>
    <w:rsid w:val="00056FD8"/>
    <w:rsid w:val="000601D4"/>
    <w:rsid w:val="00060D39"/>
    <w:rsid w:val="0006164D"/>
    <w:rsid w:val="00061811"/>
    <w:rsid w:val="00063253"/>
    <w:rsid w:val="00064A41"/>
    <w:rsid w:val="000662FF"/>
    <w:rsid w:val="000668A2"/>
    <w:rsid w:val="00070E00"/>
    <w:rsid w:val="000719F1"/>
    <w:rsid w:val="00071F56"/>
    <w:rsid w:val="000752FA"/>
    <w:rsid w:val="00081A9B"/>
    <w:rsid w:val="00082B36"/>
    <w:rsid w:val="00084E40"/>
    <w:rsid w:val="00086D0C"/>
    <w:rsid w:val="00087BB1"/>
    <w:rsid w:val="00090EA7"/>
    <w:rsid w:val="0009329A"/>
    <w:rsid w:val="00093474"/>
    <w:rsid w:val="0009558D"/>
    <w:rsid w:val="0009563F"/>
    <w:rsid w:val="000961D6"/>
    <w:rsid w:val="0009664E"/>
    <w:rsid w:val="00097B2C"/>
    <w:rsid w:val="000A12DE"/>
    <w:rsid w:val="000A1C52"/>
    <w:rsid w:val="000A2FCC"/>
    <w:rsid w:val="000A38C1"/>
    <w:rsid w:val="000A5951"/>
    <w:rsid w:val="000A5D0A"/>
    <w:rsid w:val="000A6C03"/>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326"/>
    <w:rsid w:val="000C057B"/>
    <w:rsid w:val="000C1018"/>
    <w:rsid w:val="000C1021"/>
    <w:rsid w:val="000C17D6"/>
    <w:rsid w:val="000C1E38"/>
    <w:rsid w:val="000C1FBC"/>
    <w:rsid w:val="000C2970"/>
    <w:rsid w:val="000C3A47"/>
    <w:rsid w:val="000C3D30"/>
    <w:rsid w:val="000C4EEC"/>
    <w:rsid w:val="000C5091"/>
    <w:rsid w:val="000C5881"/>
    <w:rsid w:val="000C6796"/>
    <w:rsid w:val="000C67A2"/>
    <w:rsid w:val="000D004D"/>
    <w:rsid w:val="000D0616"/>
    <w:rsid w:val="000D2203"/>
    <w:rsid w:val="000D2445"/>
    <w:rsid w:val="000D352A"/>
    <w:rsid w:val="000D38E7"/>
    <w:rsid w:val="000D4002"/>
    <w:rsid w:val="000D5F0D"/>
    <w:rsid w:val="000D61DA"/>
    <w:rsid w:val="000D62E4"/>
    <w:rsid w:val="000D68B6"/>
    <w:rsid w:val="000E09C1"/>
    <w:rsid w:val="000E47F3"/>
    <w:rsid w:val="000E5279"/>
    <w:rsid w:val="000E5DE5"/>
    <w:rsid w:val="000E6594"/>
    <w:rsid w:val="000E7F59"/>
    <w:rsid w:val="000F014F"/>
    <w:rsid w:val="000F0A18"/>
    <w:rsid w:val="000F1E8A"/>
    <w:rsid w:val="000F30D6"/>
    <w:rsid w:val="000F3A5B"/>
    <w:rsid w:val="000F4516"/>
    <w:rsid w:val="000F5134"/>
    <w:rsid w:val="000F539A"/>
    <w:rsid w:val="000F62FA"/>
    <w:rsid w:val="000F71BC"/>
    <w:rsid w:val="001012B1"/>
    <w:rsid w:val="00101709"/>
    <w:rsid w:val="00106232"/>
    <w:rsid w:val="00107338"/>
    <w:rsid w:val="001073B5"/>
    <w:rsid w:val="0011066A"/>
    <w:rsid w:val="0011261C"/>
    <w:rsid w:val="00112D2E"/>
    <w:rsid w:val="0011551C"/>
    <w:rsid w:val="00115BC0"/>
    <w:rsid w:val="00115D61"/>
    <w:rsid w:val="001169F9"/>
    <w:rsid w:val="001201C4"/>
    <w:rsid w:val="001205A8"/>
    <w:rsid w:val="00120AE8"/>
    <w:rsid w:val="0012372E"/>
    <w:rsid w:val="00123ED1"/>
    <w:rsid w:val="00124224"/>
    <w:rsid w:val="00124A7C"/>
    <w:rsid w:val="00125A98"/>
    <w:rsid w:val="00126CE7"/>
    <w:rsid w:val="00127EBD"/>
    <w:rsid w:val="0013016D"/>
    <w:rsid w:val="00130A8E"/>
    <w:rsid w:val="00131390"/>
    <w:rsid w:val="00131CAC"/>
    <w:rsid w:val="001322D6"/>
    <w:rsid w:val="001333B9"/>
    <w:rsid w:val="001335AF"/>
    <w:rsid w:val="00133B3B"/>
    <w:rsid w:val="00134C92"/>
    <w:rsid w:val="00134F2E"/>
    <w:rsid w:val="001352D1"/>
    <w:rsid w:val="0013588B"/>
    <w:rsid w:val="0014080B"/>
    <w:rsid w:val="001438A4"/>
    <w:rsid w:val="00144FB8"/>
    <w:rsid w:val="00145EE1"/>
    <w:rsid w:val="0014601C"/>
    <w:rsid w:val="00152472"/>
    <w:rsid w:val="00152850"/>
    <w:rsid w:val="00152AD9"/>
    <w:rsid w:val="001531F7"/>
    <w:rsid w:val="0015545C"/>
    <w:rsid w:val="0015597C"/>
    <w:rsid w:val="00162CEF"/>
    <w:rsid w:val="001631D2"/>
    <w:rsid w:val="00163A38"/>
    <w:rsid w:val="00165659"/>
    <w:rsid w:val="00166CD9"/>
    <w:rsid w:val="001673B8"/>
    <w:rsid w:val="00167A10"/>
    <w:rsid w:val="00167B70"/>
    <w:rsid w:val="00171CCA"/>
    <w:rsid w:val="00172AAC"/>
    <w:rsid w:val="00174651"/>
    <w:rsid w:val="00174970"/>
    <w:rsid w:val="00174A5C"/>
    <w:rsid w:val="00176AC3"/>
    <w:rsid w:val="001771B1"/>
    <w:rsid w:val="0018136A"/>
    <w:rsid w:val="00181C15"/>
    <w:rsid w:val="00182F89"/>
    <w:rsid w:val="00184C47"/>
    <w:rsid w:val="0018565B"/>
    <w:rsid w:val="00187958"/>
    <w:rsid w:val="00187BC5"/>
    <w:rsid w:val="0019345B"/>
    <w:rsid w:val="0019345D"/>
    <w:rsid w:val="001938E0"/>
    <w:rsid w:val="001951A5"/>
    <w:rsid w:val="001951B1"/>
    <w:rsid w:val="001958C3"/>
    <w:rsid w:val="00196609"/>
    <w:rsid w:val="00196931"/>
    <w:rsid w:val="00196D9C"/>
    <w:rsid w:val="001974FC"/>
    <w:rsid w:val="00197633"/>
    <w:rsid w:val="001A118E"/>
    <w:rsid w:val="001A1FA8"/>
    <w:rsid w:val="001A3E85"/>
    <w:rsid w:val="001A461A"/>
    <w:rsid w:val="001A5390"/>
    <w:rsid w:val="001A5727"/>
    <w:rsid w:val="001A7BC9"/>
    <w:rsid w:val="001B05D5"/>
    <w:rsid w:val="001B20C9"/>
    <w:rsid w:val="001B6847"/>
    <w:rsid w:val="001B70C7"/>
    <w:rsid w:val="001C1636"/>
    <w:rsid w:val="001C1C62"/>
    <w:rsid w:val="001C2373"/>
    <w:rsid w:val="001C2DE0"/>
    <w:rsid w:val="001C482A"/>
    <w:rsid w:val="001C5476"/>
    <w:rsid w:val="001C794A"/>
    <w:rsid w:val="001C7BB8"/>
    <w:rsid w:val="001C808C"/>
    <w:rsid w:val="001D5278"/>
    <w:rsid w:val="001D6D4E"/>
    <w:rsid w:val="001D7248"/>
    <w:rsid w:val="001E0031"/>
    <w:rsid w:val="001E08E1"/>
    <w:rsid w:val="001E1A36"/>
    <w:rsid w:val="001E252E"/>
    <w:rsid w:val="001E285B"/>
    <w:rsid w:val="001E49AC"/>
    <w:rsid w:val="001E7889"/>
    <w:rsid w:val="001E7E41"/>
    <w:rsid w:val="001F1FA6"/>
    <w:rsid w:val="001F2DE2"/>
    <w:rsid w:val="001F38E5"/>
    <w:rsid w:val="001F57EB"/>
    <w:rsid w:val="001F5C58"/>
    <w:rsid w:val="001F74C5"/>
    <w:rsid w:val="001F7A3A"/>
    <w:rsid w:val="002003B8"/>
    <w:rsid w:val="00200DFE"/>
    <w:rsid w:val="0020137E"/>
    <w:rsid w:val="0020558F"/>
    <w:rsid w:val="00206F28"/>
    <w:rsid w:val="002077D8"/>
    <w:rsid w:val="002078BD"/>
    <w:rsid w:val="00212964"/>
    <w:rsid w:val="00213A79"/>
    <w:rsid w:val="00214190"/>
    <w:rsid w:val="00214FEB"/>
    <w:rsid w:val="00215FEE"/>
    <w:rsid w:val="0021679A"/>
    <w:rsid w:val="00220565"/>
    <w:rsid w:val="00220B5F"/>
    <w:rsid w:val="002210FC"/>
    <w:rsid w:val="00223298"/>
    <w:rsid w:val="002247E3"/>
    <w:rsid w:val="00225B31"/>
    <w:rsid w:val="00226170"/>
    <w:rsid w:val="002266EF"/>
    <w:rsid w:val="00226B01"/>
    <w:rsid w:val="00230D65"/>
    <w:rsid w:val="00231551"/>
    <w:rsid w:val="00232292"/>
    <w:rsid w:val="00234263"/>
    <w:rsid w:val="00236DA7"/>
    <w:rsid w:val="0023731D"/>
    <w:rsid w:val="002402A3"/>
    <w:rsid w:val="00240374"/>
    <w:rsid w:val="00241498"/>
    <w:rsid w:val="00242BBC"/>
    <w:rsid w:val="0024305C"/>
    <w:rsid w:val="00243583"/>
    <w:rsid w:val="00243F38"/>
    <w:rsid w:val="0024405A"/>
    <w:rsid w:val="002445E5"/>
    <w:rsid w:val="00245499"/>
    <w:rsid w:val="00245558"/>
    <w:rsid w:val="00246341"/>
    <w:rsid w:val="002477D0"/>
    <w:rsid w:val="00250D63"/>
    <w:rsid w:val="00250EEA"/>
    <w:rsid w:val="002526DD"/>
    <w:rsid w:val="00252F08"/>
    <w:rsid w:val="00253221"/>
    <w:rsid w:val="0025337E"/>
    <w:rsid w:val="00255747"/>
    <w:rsid w:val="00255A99"/>
    <w:rsid w:val="00255EAF"/>
    <w:rsid w:val="002565A9"/>
    <w:rsid w:val="00256973"/>
    <w:rsid w:val="00256A9B"/>
    <w:rsid w:val="00257849"/>
    <w:rsid w:val="00261B9E"/>
    <w:rsid w:val="00262AB0"/>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868"/>
    <w:rsid w:val="00291C9E"/>
    <w:rsid w:val="00292207"/>
    <w:rsid w:val="002929BC"/>
    <w:rsid w:val="00292D6E"/>
    <w:rsid w:val="00297836"/>
    <w:rsid w:val="002A00E9"/>
    <w:rsid w:val="002A041A"/>
    <w:rsid w:val="002A1303"/>
    <w:rsid w:val="002A2CC0"/>
    <w:rsid w:val="002A5F9F"/>
    <w:rsid w:val="002A6268"/>
    <w:rsid w:val="002A7511"/>
    <w:rsid w:val="002B4EDF"/>
    <w:rsid w:val="002B52BC"/>
    <w:rsid w:val="002B633B"/>
    <w:rsid w:val="002B674B"/>
    <w:rsid w:val="002C0313"/>
    <w:rsid w:val="002C0CAC"/>
    <w:rsid w:val="002C1A45"/>
    <w:rsid w:val="002C29C3"/>
    <w:rsid w:val="002C34D4"/>
    <w:rsid w:val="002C3A25"/>
    <w:rsid w:val="002C4F72"/>
    <w:rsid w:val="002C5EED"/>
    <w:rsid w:val="002C7ABE"/>
    <w:rsid w:val="002D0BA7"/>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56BA"/>
    <w:rsid w:val="002E62BF"/>
    <w:rsid w:val="002E6447"/>
    <w:rsid w:val="002E6836"/>
    <w:rsid w:val="002E6972"/>
    <w:rsid w:val="002F02E2"/>
    <w:rsid w:val="002F1EE0"/>
    <w:rsid w:val="002F3B7F"/>
    <w:rsid w:val="002F41B7"/>
    <w:rsid w:val="002F49CF"/>
    <w:rsid w:val="002F5536"/>
    <w:rsid w:val="002F5FCC"/>
    <w:rsid w:val="002F6147"/>
    <w:rsid w:val="002F713E"/>
    <w:rsid w:val="002F7F14"/>
    <w:rsid w:val="003006AB"/>
    <w:rsid w:val="00300F4C"/>
    <w:rsid w:val="00303977"/>
    <w:rsid w:val="00303A39"/>
    <w:rsid w:val="003042CA"/>
    <w:rsid w:val="00304410"/>
    <w:rsid w:val="00304CF8"/>
    <w:rsid w:val="00304D66"/>
    <w:rsid w:val="00304F0B"/>
    <w:rsid w:val="00306ECA"/>
    <w:rsid w:val="00307959"/>
    <w:rsid w:val="00307B42"/>
    <w:rsid w:val="00311551"/>
    <w:rsid w:val="003120D6"/>
    <w:rsid w:val="003127FB"/>
    <w:rsid w:val="00312EA7"/>
    <w:rsid w:val="00313394"/>
    <w:rsid w:val="00314D28"/>
    <w:rsid w:val="00314F26"/>
    <w:rsid w:val="00315E30"/>
    <w:rsid w:val="00316183"/>
    <w:rsid w:val="00316B4F"/>
    <w:rsid w:val="0032172E"/>
    <w:rsid w:val="00325B19"/>
    <w:rsid w:val="0032667B"/>
    <w:rsid w:val="003268A2"/>
    <w:rsid w:val="00327EBF"/>
    <w:rsid w:val="00330298"/>
    <w:rsid w:val="003311E9"/>
    <w:rsid w:val="00331236"/>
    <w:rsid w:val="00331BBB"/>
    <w:rsid w:val="00332082"/>
    <w:rsid w:val="00332E02"/>
    <w:rsid w:val="003339AB"/>
    <w:rsid w:val="0033415B"/>
    <w:rsid w:val="0033553D"/>
    <w:rsid w:val="003355E6"/>
    <w:rsid w:val="003411C8"/>
    <w:rsid w:val="00341231"/>
    <w:rsid w:val="003412F7"/>
    <w:rsid w:val="003419BE"/>
    <w:rsid w:val="00341F1C"/>
    <w:rsid w:val="00344749"/>
    <w:rsid w:val="00344886"/>
    <w:rsid w:val="00344F46"/>
    <w:rsid w:val="00345489"/>
    <w:rsid w:val="00345E43"/>
    <w:rsid w:val="003466EE"/>
    <w:rsid w:val="003475AD"/>
    <w:rsid w:val="00350E5E"/>
    <w:rsid w:val="00350EBF"/>
    <w:rsid w:val="003515E7"/>
    <w:rsid w:val="003536B4"/>
    <w:rsid w:val="003538B8"/>
    <w:rsid w:val="00353AFB"/>
    <w:rsid w:val="00354CDC"/>
    <w:rsid w:val="00356066"/>
    <w:rsid w:val="0035632A"/>
    <w:rsid w:val="003564A2"/>
    <w:rsid w:val="0035668B"/>
    <w:rsid w:val="0035711B"/>
    <w:rsid w:val="003579C7"/>
    <w:rsid w:val="00363FBE"/>
    <w:rsid w:val="003648D8"/>
    <w:rsid w:val="0036504A"/>
    <w:rsid w:val="00365515"/>
    <w:rsid w:val="00365E56"/>
    <w:rsid w:val="00365F5B"/>
    <w:rsid w:val="00366671"/>
    <w:rsid w:val="00367079"/>
    <w:rsid w:val="003722A4"/>
    <w:rsid w:val="00374937"/>
    <w:rsid w:val="00374DD3"/>
    <w:rsid w:val="0037787A"/>
    <w:rsid w:val="00377B45"/>
    <w:rsid w:val="003815D4"/>
    <w:rsid w:val="00382393"/>
    <w:rsid w:val="0038273C"/>
    <w:rsid w:val="00382ED8"/>
    <w:rsid w:val="0038307C"/>
    <w:rsid w:val="003837BA"/>
    <w:rsid w:val="00383EB1"/>
    <w:rsid w:val="00384668"/>
    <w:rsid w:val="00387ABA"/>
    <w:rsid w:val="00387E6E"/>
    <w:rsid w:val="003908BF"/>
    <w:rsid w:val="00393191"/>
    <w:rsid w:val="003937F9"/>
    <w:rsid w:val="003944D8"/>
    <w:rsid w:val="00395472"/>
    <w:rsid w:val="003957B9"/>
    <w:rsid w:val="003958FD"/>
    <w:rsid w:val="00395D5C"/>
    <w:rsid w:val="00395D8D"/>
    <w:rsid w:val="00395FED"/>
    <w:rsid w:val="00396430"/>
    <w:rsid w:val="0039645E"/>
    <w:rsid w:val="00397961"/>
    <w:rsid w:val="003A0A18"/>
    <w:rsid w:val="003A17E5"/>
    <w:rsid w:val="003A278A"/>
    <w:rsid w:val="003A30CD"/>
    <w:rsid w:val="003A3874"/>
    <w:rsid w:val="003A4CD2"/>
    <w:rsid w:val="003A5549"/>
    <w:rsid w:val="003A659C"/>
    <w:rsid w:val="003B010D"/>
    <w:rsid w:val="003B0B5F"/>
    <w:rsid w:val="003B1AC0"/>
    <w:rsid w:val="003B3BAF"/>
    <w:rsid w:val="003B4FA1"/>
    <w:rsid w:val="003B511B"/>
    <w:rsid w:val="003B569A"/>
    <w:rsid w:val="003B5801"/>
    <w:rsid w:val="003B595F"/>
    <w:rsid w:val="003B76CC"/>
    <w:rsid w:val="003B7718"/>
    <w:rsid w:val="003B7C81"/>
    <w:rsid w:val="003C0756"/>
    <w:rsid w:val="003C1024"/>
    <w:rsid w:val="003C4BD1"/>
    <w:rsid w:val="003C5508"/>
    <w:rsid w:val="003C612A"/>
    <w:rsid w:val="003C626C"/>
    <w:rsid w:val="003C6A89"/>
    <w:rsid w:val="003C6C67"/>
    <w:rsid w:val="003C75BC"/>
    <w:rsid w:val="003D001A"/>
    <w:rsid w:val="003D125A"/>
    <w:rsid w:val="003D1DBD"/>
    <w:rsid w:val="003D32E7"/>
    <w:rsid w:val="003D4245"/>
    <w:rsid w:val="003D5E59"/>
    <w:rsid w:val="003D7967"/>
    <w:rsid w:val="003E15AF"/>
    <w:rsid w:val="003E3DC7"/>
    <w:rsid w:val="003E49F3"/>
    <w:rsid w:val="003E5ECA"/>
    <w:rsid w:val="003E72EE"/>
    <w:rsid w:val="003E73D5"/>
    <w:rsid w:val="003F1127"/>
    <w:rsid w:val="003F2840"/>
    <w:rsid w:val="003F2BE5"/>
    <w:rsid w:val="003F6E34"/>
    <w:rsid w:val="003F7FF4"/>
    <w:rsid w:val="004031B5"/>
    <w:rsid w:val="0040350E"/>
    <w:rsid w:val="00406BBD"/>
    <w:rsid w:val="00407B21"/>
    <w:rsid w:val="00407B9D"/>
    <w:rsid w:val="0041047F"/>
    <w:rsid w:val="00410827"/>
    <w:rsid w:val="004152BF"/>
    <w:rsid w:val="00416D08"/>
    <w:rsid w:val="00417818"/>
    <w:rsid w:val="00417A74"/>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37A20"/>
    <w:rsid w:val="00437FC6"/>
    <w:rsid w:val="00440ACE"/>
    <w:rsid w:val="004420B8"/>
    <w:rsid w:val="004430E0"/>
    <w:rsid w:val="00444662"/>
    <w:rsid w:val="00445E9B"/>
    <w:rsid w:val="004462A3"/>
    <w:rsid w:val="004469B1"/>
    <w:rsid w:val="00446A1D"/>
    <w:rsid w:val="00446EBB"/>
    <w:rsid w:val="0044705C"/>
    <w:rsid w:val="00447287"/>
    <w:rsid w:val="00450165"/>
    <w:rsid w:val="00451036"/>
    <w:rsid w:val="00453443"/>
    <w:rsid w:val="00453D17"/>
    <w:rsid w:val="00454DDF"/>
    <w:rsid w:val="00455B47"/>
    <w:rsid w:val="00455CD0"/>
    <w:rsid w:val="00455D51"/>
    <w:rsid w:val="00455F59"/>
    <w:rsid w:val="00456BC4"/>
    <w:rsid w:val="00461F66"/>
    <w:rsid w:val="00462A2C"/>
    <w:rsid w:val="00462A67"/>
    <w:rsid w:val="00462AB6"/>
    <w:rsid w:val="00462B67"/>
    <w:rsid w:val="00462F11"/>
    <w:rsid w:val="00464554"/>
    <w:rsid w:val="00464A45"/>
    <w:rsid w:val="004658B7"/>
    <w:rsid w:val="004663E4"/>
    <w:rsid w:val="00466F42"/>
    <w:rsid w:val="00472FAB"/>
    <w:rsid w:val="00473022"/>
    <w:rsid w:val="00474049"/>
    <w:rsid w:val="004743EF"/>
    <w:rsid w:val="004745F2"/>
    <w:rsid w:val="00474C17"/>
    <w:rsid w:val="00480883"/>
    <w:rsid w:val="00482143"/>
    <w:rsid w:val="00482743"/>
    <w:rsid w:val="00482A42"/>
    <w:rsid w:val="00483C94"/>
    <w:rsid w:val="004840CA"/>
    <w:rsid w:val="0048430A"/>
    <w:rsid w:val="00484346"/>
    <w:rsid w:val="004849FE"/>
    <w:rsid w:val="004852AD"/>
    <w:rsid w:val="004862BD"/>
    <w:rsid w:val="00486F75"/>
    <w:rsid w:val="004871F6"/>
    <w:rsid w:val="0049089F"/>
    <w:rsid w:val="00490997"/>
    <w:rsid w:val="0049121F"/>
    <w:rsid w:val="004921C2"/>
    <w:rsid w:val="0049377C"/>
    <w:rsid w:val="0049382E"/>
    <w:rsid w:val="0049421E"/>
    <w:rsid w:val="00494293"/>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761"/>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C7DD0"/>
    <w:rsid w:val="004D1AEB"/>
    <w:rsid w:val="004D38B2"/>
    <w:rsid w:val="004D6765"/>
    <w:rsid w:val="004D7C46"/>
    <w:rsid w:val="004E13F8"/>
    <w:rsid w:val="004E1907"/>
    <w:rsid w:val="004E3779"/>
    <w:rsid w:val="004E5628"/>
    <w:rsid w:val="004E5ADC"/>
    <w:rsid w:val="004E62E6"/>
    <w:rsid w:val="004E6B72"/>
    <w:rsid w:val="004F15EA"/>
    <w:rsid w:val="004F19DA"/>
    <w:rsid w:val="004F19E6"/>
    <w:rsid w:val="004F1E47"/>
    <w:rsid w:val="004F1F82"/>
    <w:rsid w:val="004F2280"/>
    <w:rsid w:val="004F4F24"/>
    <w:rsid w:val="004F7577"/>
    <w:rsid w:val="004F7702"/>
    <w:rsid w:val="00500BB3"/>
    <w:rsid w:val="00501373"/>
    <w:rsid w:val="00501483"/>
    <w:rsid w:val="00501D54"/>
    <w:rsid w:val="00505160"/>
    <w:rsid w:val="005060DE"/>
    <w:rsid w:val="00506EA5"/>
    <w:rsid w:val="00506F00"/>
    <w:rsid w:val="00511040"/>
    <w:rsid w:val="0051291E"/>
    <w:rsid w:val="00512E61"/>
    <w:rsid w:val="005131DA"/>
    <w:rsid w:val="0051361A"/>
    <w:rsid w:val="005140CC"/>
    <w:rsid w:val="0051528F"/>
    <w:rsid w:val="00515503"/>
    <w:rsid w:val="005157A6"/>
    <w:rsid w:val="00515A0D"/>
    <w:rsid w:val="005163AE"/>
    <w:rsid w:val="005167B3"/>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2928"/>
    <w:rsid w:val="00553273"/>
    <w:rsid w:val="00553B36"/>
    <w:rsid w:val="00554FFB"/>
    <w:rsid w:val="00555562"/>
    <w:rsid w:val="00555F25"/>
    <w:rsid w:val="00556DF6"/>
    <w:rsid w:val="00561BCC"/>
    <w:rsid w:val="00561C62"/>
    <w:rsid w:val="00564C4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0BA"/>
    <w:rsid w:val="00582A11"/>
    <w:rsid w:val="00584EA6"/>
    <w:rsid w:val="0058503F"/>
    <w:rsid w:val="00586CF9"/>
    <w:rsid w:val="00587F45"/>
    <w:rsid w:val="005901E0"/>
    <w:rsid w:val="00592E8F"/>
    <w:rsid w:val="00593B4A"/>
    <w:rsid w:val="00593DB9"/>
    <w:rsid w:val="00594886"/>
    <w:rsid w:val="00594C3A"/>
    <w:rsid w:val="00596833"/>
    <w:rsid w:val="00596DDA"/>
    <w:rsid w:val="00596FF3"/>
    <w:rsid w:val="005A1060"/>
    <w:rsid w:val="005A2105"/>
    <w:rsid w:val="005A51CD"/>
    <w:rsid w:val="005A55EE"/>
    <w:rsid w:val="005A7A9D"/>
    <w:rsid w:val="005B0D30"/>
    <w:rsid w:val="005B1942"/>
    <w:rsid w:val="005B4641"/>
    <w:rsid w:val="005B5446"/>
    <w:rsid w:val="005C077B"/>
    <w:rsid w:val="005C0A57"/>
    <w:rsid w:val="005C0BB2"/>
    <w:rsid w:val="005C239F"/>
    <w:rsid w:val="005C3B37"/>
    <w:rsid w:val="005C4EC2"/>
    <w:rsid w:val="005D1B3E"/>
    <w:rsid w:val="005D25BE"/>
    <w:rsid w:val="005D2898"/>
    <w:rsid w:val="005D397E"/>
    <w:rsid w:val="005D6631"/>
    <w:rsid w:val="005D682B"/>
    <w:rsid w:val="005D6D3C"/>
    <w:rsid w:val="005D7683"/>
    <w:rsid w:val="005D7D76"/>
    <w:rsid w:val="005E0091"/>
    <w:rsid w:val="005E3C69"/>
    <w:rsid w:val="005E557E"/>
    <w:rsid w:val="005E6994"/>
    <w:rsid w:val="005E6A20"/>
    <w:rsid w:val="005E6A3A"/>
    <w:rsid w:val="005F01FA"/>
    <w:rsid w:val="005F18B2"/>
    <w:rsid w:val="005F2EC8"/>
    <w:rsid w:val="005F2F84"/>
    <w:rsid w:val="005F32AC"/>
    <w:rsid w:val="005F5E42"/>
    <w:rsid w:val="005F6951"/>
    <w:rsid w:val="005F752F"/>
    <w:rsid w:val="005F7CDF"/>
    <w:rsid w:val="00601A37"/>
    <w:rsid w:val="0060245F"/>
    <w:rsid w:val="00602771"/>
    <w:rsid w:val="00602923"/>
    <w:rsid w:val="00602DA9"/>
    <w:rsid w:val="006030EE"/>
    <w:rsid w:val="00603556"/>
    <w:rsid w:val="0060361B"/>
    <w:rsid w:val="00606A3C"/>
    <w:rsid w:val="00607797"/>
    <w:rsid w:val="00610942"/>
    <w:rsid w:val="00611B5A"/>
    <w:rsid w:val="00612A0D"/>
    <w:rsid w:val="006143E9"/>
    <w:rsid w:val="00614966"/>
    <w:rsid w:val="00616E23"/>
    <w:rsid w:val="00616E98"/>
    <w:rsid w:val="00620BE9"/>
    <w:rsid w:val="00621AD1"/>
    <w:rsid w:val="00621E40"/>
    <w:rsid w:val="006223B3"/>
    <w:rsid w:val="00622DE8"/>
    <w:rsid w:val="00623756"/>
    <w:rsid w:val="00625A10"/>
    <w:rsid w:val="00625A7D"/>
    <w:rsid w:val="006300EF"/>
    <w:rsid w:val="006308D9"/>
    <w:rsid w:val="00630900"/>
    <w:rsid w:val="00631C64"/>
    <w:rsid w:val="00632A54"/>
    <w:rsid w:val="006337A6"/>
    <w:rsid w:val="00634149"/>
    <w:rsid w:val="00634227"/>
    <w:rsid w:val="006349AA"/>
    <w:rsid w:val="0063595E"/>
    <w:rsid w:val="00637325"/>
    <w:rsid w:val="006373D1"/>
    <w:rsid w:val="00640830"/>
    <w:rsid w:val="00642BD2"/>
    <w:rsid w:val="006431C4"/>
    <w:rsid w:val="00643C68"/>
    <w:rsid w:val="0064450B"/>
    <w:rsid w:val="00645ED1"/>
    <w:rsid w:val="00645F3E"/>
    <w:rsid w:val="00646534"/>
    <w:rsid w:val="00651155"/>
    <w:rsid w:val="00651569"/>
    <w:rsid w:val="0065196F"/>
    <w:rsid w:val="00651CBF"/>
    <w:rsid w:val="00652428"/>
    <w:rsid w:val="00653697"/>
    <w:rsid w:val="0065604B"/>
    <w:rsid w:val="00656FDB"/>
    <w:rsid w:val="0065787A"/>
    <w:rsid w:val="00657BFC"/>
    <w:rsid w:val="006605FC"/>
    <w:rsid w:val="0066149F"/>
    <w:rsid w:val="00662DFE"/>
    <w:rsid w:val="0066389B"/>
    <w:rsid w:val="00664097"/>
    <w:rsid w:val="00664A76"/>
    <w:rsid w:val="00667A3A"/>
    <w:rsid w:val="00670082"/>
    <w:rsid w:val="00670586"/>
    <w:rsid w:val="006706EF"/>
    <w:rsid w:val="00671591"/>
    <w:rsid w:val="0067240F"/>
    <w:rsid w:val="0067268B"/>
    <w:rsid w:val="006729BD"/>
    <w:rsid w:val="006752B0"/>
    <w:rsid w:val="006769A3"/>
    <w:rsid w:val="0067780F"/>
    <w:rsid w:val="00680EA1"/>
    <w:rsid w:val="0068144D"/>
    <w:rsid w:val="00681F9F"/>
    <w:rsid w:val="00682058"/>
    <w:rsid w:val="0068257A"/>
    <w:rsid w:val="00683D73"/>
    <w:rsid w:val="00684413"/>
    <w:rsid w:val="00685E59"/>
    <w:rsid w:val="00686395"/>
    <w:rsid w:val="00686EC5"/>
    <w:rsid w:val="00687C09"/>
    <w:rsid w:val="00690D1B"/>
    <w:rsid w:val="00690F9F"/>
    <w:rsid w:val="00691B03"/>
    <w:rsid w:val="00691B40"/>
    <w:rsid w:val="006922E4"/>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0A35"/>
    <w:rsid w:val="006B138E"/>
    <w:rsid w:val="006B1E23"/>
    <w:rsid w:val="006B43F3"/>
    <w:rsid w:val="006B595F"/>
    <w:rsid w:val="006B7351"/>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54A0"/>
    <w:rsid w:val="006D5C93"/>
    <w:rsid w:val="006D6894"/>
    <w:rsid w:val="006D6B8C"/>
    <w:rsid w:val="006D7BFF"/>
    <w:rsid w:val="006E0EE6"/>
    <w:rsid w:val="006E225C"/>
    <w:rsid w:val="006E2879"/>
    <w:rsid w:val="006E2B1B"/>
    <w:rsid w:val="006E59E2"/>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1754"/>
    <w:rsid w:val="00711FF4"/>
    <w:rsid w:val="00712C78"/>
    <w:rsid w:val="00712EB8"/>
    <w:rsid w:val="00715E48"/>
    <w:rsid w:val="0071711C"/>
    <w:rsid w:val="00717520"/>
    <w:rsid w:val="0071769B"/>
    <w:rsid w:val="00720B2F"/>
    <w:rsid w:val="007213E5"/>
    <w:rsid w:val="00721A57"/>
    <w:rsid w:val="00721C3C"/>
    <w:rsid w:val="00721FF5"/>
    <w:rsid w:val="007222BB"/>
    <w:rsid w:val="00722335"/>
    <w:rsid w:val="0072457D"/>
    <w:rsid w:val="00725765"/>
    <w:rsid w:val="007258ED"/>
    <w:rsid w:val="007268BA"/>
    <w:rsid w:val="007276A8"/>
    <w:rsid w:val="00727A9D"/>
    <w:rsid w:val="00731725"/>
    <w:rsid w:val="007319E5"/>
    <w:rsid w:val="00731D9F"/>
    <w:rsid w:val="0073237D"/>
    <w:rsid w:val="00732A65"/>
    <w:rsid w:val="00732AB3"/>
    <w:rsid w:val="00734D2C"/>
    <w:rsid w:val="007356E4"/>
    <w:rsid w:val="0073608D"/>
    <w:rsid w:val="00736F86"/>
    <w:rsid w:val="007371D7"/>
    <w:rsid w:val="00737636"/>
    <w:rsid w:val="00737F68"/>
    <w:rsid w:val="00740905"/>
    <w:rsid w:val="00740B74"/>
    <w:rsid w:val="00742F53"/>
    <w:rsid w:val="0074310A"/>
    <w:rsid w:val="007447AE"/>
    <w:rsid w:val="00744C4F"/>
    <w:rsid w:val="0074644C"/>
    <w:rsid w:val="007472BE"/>
    <w:rsid w:val="00750087"/>
    <w:rsid w:val="00753373"/>
    <w:rsid w:val="00755200"/>
    <w:rsid w:val="00760939"/>
    <w:rsid w:val="00762358"/>
    <w:rsid w:val="00762AC8"/>
    <w:rsid w:val="00764F19"/>
    <w:rsid w:val="00765DCA"/>
    <w:rsid w:val="007662D7"/>
    <w:rsid w:val="00766551"/>
    <w:rsid w:val="00770BAA"/>
    <w:rsid w:val="007721D1"/>
    <w:rsid w:val="00773FC5"/>
    <w:rsid w:val="007749C2"/>
    <w:rsid w:val="00774AB4"/>
    <w:rsid w:val="00775574"/>
    <w:rsid w:val="00775949"/>
    <w:rsid w:val="007762DD"/>
    <w:rsid w:val="00777185"/>
    <w:rsid w:val="0078059C"/>
    <w:rsid w:val="00780A37"/>
    <w:rsid w:val="00782935"/>
    <w:rsid w:val="00784005"/>
    <w:rsid w:val="007853D1"/>
    <w:rsid w:val="00785B38"/>
    <w:rsid w:val="0078765D"/>
    <w:rsid w:val="00790AE1"/>
    <w:rsid w:val="00792217"/>
    <w:rsid w:val="0079287E"/>
    <w:rsid w:val="00793486"/>
    <w:rsid w:val="00793855"/>
    <w:rsid w:val="007944A0"/>
    <w:rsid w:val="00794746"/>
    <w:rsid w:val="007948B2"/>
    <w:rsid w:val="0079494B"/>
    <w:rsid w:val="00795834"/>
    <w:rsid w:val="00795A6D"/>
    <w:rsid w:val="00796A7A"/>
    <w:rsid w:val="00796C1D"/>
    <w:rsid w:val="00797756"/>
    <w:rsid w:val="007A0549"/>
    <w:rsid w:val="007A0817"/>
    <w:rsid w:val="007A09D7"/>
    <w:rsid w:val="007A0ABC"/>
    <w:rsid w:val="007A21B7"/>
    <w:rsid w:val="007A396C"/>
    <w:rsid w:val="007A3ACA"/>
    <w:rsid w:val="007A4E83"/>
    <w:rsid w:val="007A67A5"/>
    <w:rsid w:val="007A6AE7"/>
    <w:rsid w:val="007A7FEB"/>
    <w:rsid w:val="007B03BF"/>
    <w:rsid w:val="007B07A6"/>
    <w:rsid w:val="007B1FE4"/>
    <w:rsid w:val="007B24A6"/>
    <w:rsid w:val="007B24D7"/>
    <w:rsid w:val="007B29FA"/>
    <w:rsid w:val="007B41C8"/>
    <w:rsid w:val="007B4DAF"/>
    <w:rsid w:val="007B6E36"/>
    <w:rsid w:val="007B76DC"/>
    <w:rsid w:val="007B7C85"/>
    <w:rsid w:val="007B7F0B"/>
    <w:rsid w:val="007C00B2"/>
    <w:rsid w:val="007C1481"/>
    <w:rsid w:val="007C154C"/>
    <w:rsid w:val="007C1A19"/>
    <w:rsid w:val="007C1BED"/>
    <w:rsid w:val="007C240C"/>
    <w:rsid w:val="007C2462"/>
    <w:rsid w:val="007C30AB"/>
    <w:rsid w:val="007C3A75"/>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0305"/>
    <w:rsid w:val="0080155D"/>
    <w:rsid w:val="00801CBD"/>
    <w:rsid w:val="008021EF"/>
    <w:rsid w:val="00802FF3"/>
    <w:rsid w:val="00806293"/>
    <w:rsid w:val="0081035A"/>
    <w:rsid w:val="0081126E"/>
    <w:rsid w:val="00813130"/>
    <w:rsid w:val="00813D7B"/>
    <w:rsid w:val="00814A99"/>
    <w:rsid w:val="00816563"/>
    <w:rsid w:val="00817C3F"/>
    <w:rsid w:val="008202BA"/>
    <w:rsid w:val="00820D56"/>
    <w:rsid w:val="00821990"/>
    <w:rsid w:val="0082211B"/>
    <w:rsid w:val="0082317C"/>
    <w:rsid w:val="00823241"/>
    <w:rsid w:val="00823AF7"/>
    <w:rsid w:val="00823BA2"/>
    <w:rsid w:val="00823D30"/>
    <w:rsid w:val="00824543"/>
    <w:rsid w:val="00824D3D"/>
    <w:rsid w:val="008254A9"/>
    <w:rsid w:val="008261CC"/>
    <w:rsid w:val="008268C6"/>
    <w:rsid w:val="00826C78"/>
    <w:rsid w:val="00830564"/>
    <w:rsid w:val="00830711"/>
    <w:rsid w:val="008313DD"/>
    <w:rsid w:val="00832793"/>
    <w:rsid w:val="00832CAE"/>
    <w:rsid w:val="00833241"/>
    <w:rsid w:val="0083537B"/>
    <w:rsid w:val="00835730"/>
    <w:rsid w:val="008367B4"/>
    <w:rsid w:val="00836C60"/>
    <w:rsid w:val="00837982"/>
    <w:rsid w:val="0084145E"/>
    <w:rsid w:val="0084219B"/>
    <w:rsid w:val="0084274D"/>
    <w:rsid w:val="00842CC3"/>
    <w:rsid w:val="008430E8"/>
    <w:rsid w:val="00843988"/>
    <w:rsid w:val="00843D89"/>
    <w:rsid w:val="00844983"/>
    <w:rsid w:val="00845244"/>
    <w:rsid w:val="00845FB9"/>
    <w:rsid w:val="00846133"/>
    <w:rsid w:val="0084697B"/>
    <w:rsid w:val="00846C7B"/>
    <w:rsid w:val="0085013B"/>
    <w:rsid w:val="008502B7"/>
    <w:rsid w:val="00850E7A"/>
    <w:rsid w:val="00852FD7"/>
    <w:rsid w:val="00853277"/>
    <w:rsid w:val="00853291"/>
    <w:rsid w:val="008539CD"/>
    <w:rsid w:val="00853D33"/>
    <w:rsid w:val="00854201"/>
    <w:rsid w:val="008559A7"/>
    <w:rsid w:val="00855ACC"/>
    <w:rsid w:val="00855F7B"/>
    <w:rsid w:val="0085694D"/>
    <w:rsid w:val="00856AAF"/>
    <w:rsid w:val="00857243"/>
    <w:rsid w:val="00857729"/>
    <w:rsid w:val="00860735"/>
    <w:rsid w:val="00860A16"/>
    <w:rsid w:val="00860CA8"/>
    <w:rsid w:val="00860D56"/>
    <w:rsid w:val="00861B9A"/>
    <w:rsid w:val="00861CEA"/>
    <w:rsid w:val="008669FB"/>
    <w:rsid w:val="00866A6C"/>
    <w:rsid w:val="00867E8B"/>
    <w:rsid w:val="008708E8"/>
    <w:rsid w:val="008711B4"/>
    <w:rsid w:val="00873227"/>
    <w:rsid w:val="008736F3"/>
    <w:rsid w:val="00874D5C"/>
    <w:rsid w:val="00875724"/>
    <w:rsid w:val="00875CDB"/>
    <w:rsid w:val="00875E84"/>
    <w:rsid w:val="00876A51"/>
    <w:rsid w:val="00877B48"/>
    <w:rsid w:val="00879F0D"/>
    <w:rsid w:val="00881E76"/>
    <w:rsid w:val="008822F0"/>
    <w:rsid w:val="008835A8"/>
    <w:rsid w:val="00883F5F"/>
    <w:rsid w:val="008842BC"/>
    <w:rsid w:val="00884FCF"/>
    <w:rsid w:val="008870DE"/>
    <w:rsid w:val="008916AD"/>
    <w:rsid w:val="00892103"/>
    <w:rsid w:val="00892F40"/>
    <w:rsid w:val="008944E0"/>
    <w:rsid w:val="00896D5D"/>
    <w:rsid w:val="008A0D66"/>
    <w:rsid w:val="008A15BB"/>
    <w:rsid w:val="008A4D57"/>
    <w:rsid w:val="008A5712"/>
    <w:rsid w:val="008A59E1"/>
    <w:rsid w:val="008A60EE"/>
    <w:rsid w:val="008A61CE"/>
    <w:rsid w:val="008B2059"/>
    <w:rsid w:val="008B5400"/>
    <w:rsid w:val="008B563A"/>
    <w:rsid w:val="008B7C9B"/>
    <w:rsid w:val="008C3489"/>
    <w:rsid w:val="008C46F3"/>
    <w:rsid w:val="008C4DDA"/>
    <w:rsid w:val="008C508E"/>
    <w:rsid w:val="008C558A"/>
    <w:rsid w:val="008C6A6A"/>
    <w:rsid w:val="008C6AB9"/>
    <w:rsid w:val="008C6D72"/>
    <w:rsid w:val="008D275E"/>
    <w:rsid w:val="008D433D"/>
    <w:rsid w:val="008D5431"/>
    <w:rsid w:val="008D66FA"/>
    <w:rsid w:val="008D79BE"/>
    <w:rsid w:val="008E0513"/>
    <w:rsid w:val="008E0D34"/>
    <w:rsid w:val="008E263B"/>
    <w:rsid w:val="008E2745"/>
    <w:rsid w:val="008E472E"/>
    <w:rsid w:val="008E52A4"/>
    <w:rsid w:val="008E71B6"/>
    <w:rsid w:val="008E7712"/>
    <w:rsid w:val="008E7B27"/>
    <w:rsid w:val="008F1A16"/>
    <w:rsid w:val="008F1B46"/>
    <w:rsid w:val="008F2576"/>
    <w:rsid w:val="008F3611"/>
    <w:rsid w:val="008F47B7"/>
    <w:rsid w:val="008F63E6"/>
    <w:rsid w:val="008F69EC"/>
    <w:rsid w:val="008F74E2"/>
    <w:rsid w:val="008F7706"/>
    <w:rsid w:val="00900BE0"/>
    <w:rsid w:val="00901095"/>
    <w:rsid w:val="0090114D"/>
    <w:rsid w:val="00903135"/>
    <w:rsid w:val="00903323"/>
    <w:rsid w:val="00904B9E"/>
    <w:rsid w:val="00904C8B"/>
    <w:rsid w:val="009054A5"/>
    <w:rsid w:val="00905847"/>
    <w:rsid w:val="00905B3E"/>
    <w:rsid w:val="00905DBB"/>
    <w:rsid w:val="00905DF9"/>
    <w:rsid w:val="00906E58"/>
    <w:rsid w:val="009070DB"/>
    <w:rsid w:val="00910825"/>
    <w:rsid w:val="00910CEF"/>
    <w:rsid w:val="00911470"/>
    <w:rsid w:val="009141C5"/>
    <w:rsid w:val="00914451"/>
    <w:rsid w:val="00914C05"/>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4EB"/>
    <w:rsid w:val="00930A34"/>
    <w:rsid w:val="00930A71"/>
    <w:rsid w:val="0093126F"/>
    <w:rsid w:val="00931FE2"/>
    <w:rsid w:val="00932954"/>
    <w:rsid w:val="00934EE1"/>
    <w:rsid w:val="00935525"/>
    <w:rsid w:val="00935D29"/>
    <w:rsid w:val="00935F49"/>
    <w:rsid w:val="0093685B"/>
    <w:rsid w:val="009400CA"/>
    <w:rsid w:val="00940ADF"/>
    <w:rsid w:val="0094223B"/>
    <w:rsid w:val="00942501"/>
    <w:rsid w:val="0094280C"/>
    <w:rsid w:val="00942BE3"/>
    <w:rsid w:val="00945397"/>
    <w:rsid w:val="0094676B"/>
    <w:rsid w:val="00946D2C"/>
    <w:rsid w:val="009500B5"/>
    <w:rsid w:val="00950C02"/>
    <w:rsid w:val="00950CE3"/>
    <w:rsid w:val="00951821"/>
    <w:rsid w:val="00952503"/>
    <w:rsid w:val="00952E41"/>
    <w:rsid w:val="00955052"/>
    <w:rsid w:val="009567DB"/>
    <w:rsid w:val="00957D35"/>
    <w:rsid w:val="00962481"/>
    <w:rsid w:val="00963B0D"/>
    <w:rsid w:val="009647E7"/>
    <w:rsid w:val="00964B77"/>
    <w:rsid w:val="00966EA4"/>
    <w:rsid w:val="00973361"/>
    <w:rsid w:val="0097430E"/>
    <w:rsid w:val="009751BE"/>
    <w:rsid w:val="009759C2"/>
    <w:rsid w:val="0097774C"/>
    <w:rsid w:val="00980195"/>
    <w:rsid w:val="009803FD"/>
    <w:rsid w:val="00980505"/>
    <w:rsid w:val="00981B83"/>
    <w:rsid w:val="009832E3"/>
    <w:rsid w:val="009838B8"/>
    <w:rsid w:val="00984281"/>
    <w:rsid w:val="00986D43"/>
    <w:rsid w:val="00990EB7"/>
    <w:rsid w:val="00993166"/>
    <w:rsid w:val="00994BB4"/>
    <w:rsid w:val="00994F7F"/>
    <w:rsid w:val="00995EBB"/>
    <w:rsid w:val="00995FDA"/>
    <w:rsid w:val="009964FE"/>
    <w:rsid w:val="009969B9"/>
    <w:rsid w:val="009A08F7"/>
    <w:rsid w:val="009A16F8"/>
    <w:rsid w:val="009A41D2"/>
    <w:rsid w:val="009B1CDB"/>
    <w:rsid w:val="009B21AF"/>
    <w:rsid w:val="009B3DF3"/>
    <w:rsid w:val="009B6DF3"/>
    <w:rsid w:val="009B7AFC"/>
    <w:rsid w:val="009C1424"/>
    <w:rsid w:val="009C14EE"/>
    <w:rsid w:val="009C1C60"/>
    <w:rsid w:val="009C207F"/>
    <w:rsid w:val="009C3D6E"/>
    <w:rsid w:val="009C4B37"/>
    <w:rsid w:val="009C4C54"/>
    <w:rsid w:val="009C55A5"/>
    <w:rsid w:val="009C5D1E"/>
    <w:rsid w:val="009C7153"/>
    <w:rsid w:val="009D2946"/>
    <w:rsid w:val="009D5B3E"/>
    <w:rsid w:val="009D65A7"/>
    <w:rsid w:val="009D66F8"/>
    <w:rsid w:val="009D7A96"/>
    <w:rsid w:val="009E0B86"/>
    <w:rsid w:val="009E2A79"/>
    <w:rsid w:val="009E373E"/>
    <w:rsid w:val="009E4C09"/>
    <w:rsid w:val="009E508B"/>
    <w:rsid w:val="009E5725"/>
    <w:rsid w:val="009E62B7"/>
    <w:rsid w:val="009E6CCA"/>
    <w:rsid w:val="009E7768"/>
    <w:rsid w:val="009E7DC7"/>
    <w:rsid w:val="009F13CE"/>
    <w:rsid w:val="009F2050"/>
    <w:rsid w:val="009F212F"/>
    <w:rsid w:val="009F2165"/>
    <w:rsid w:val="009F2466"/>
    <w:rsid w:val="009F3FD8"/>
    <w:rsid w:val="00A00E1D"/>
    <w:rsid w:val="00A06BF3"/>
    <w:rsid w:val="00A07A7E"/>
    <w:rsid w:val="00A10160"/>
    <w:rsid w:val="00A101B5"/>
    <w:rsid w:val="00A107E8"/>
    <w:rsid w:val="00A10A65"/>
    <w:rsid w:val="00A1159C"/>
    <w:rsid w:val="00A11E73"/>
    <w:rsid w:val="00A13522"/>
    <w:rsid w:val="00A13BB9"/>
    <w:rsid w:val="00A1497D"/>
    <w:rsid w:val="00A149DD"/>
    <w:rsid w:val="00A14E26"/>
    <w:rsid w:val="00A15C8D"/>
    <w:rsid w:val="00A164D0"/>
    <w:rsid w:val="00A16893"/>
    <w:rsid w:val="00A16C5A"/>
    <w:rsid w:val="00A16D4F"/>
    <w:rsid w:val="00A20B97"/>
    <w:rsid w:val="00A20C8D"/>
    <w:rsid w:val="00A219B6"/>
    <w:rsid w:val="00A22EFB"/>
    <w:rsid w:val="00A237E5"/>
    <w:rsid w:val="00A240D4"/>
    <w:rsid w:val="00A254D8"/>
    <w:rsid w:val="00A25F78"/>
    <w:rsid w:val="00A2698B"/>
    <w:rsid w:val="00A301A8"/>
    <w:rsid w:val="00A3047D"/>
    <w:rsid w:val="00A31403"/>
    <w:rsid w:val="00A31D1A"/>
    <w:rsid w:val="00A31E24"/>
    <w:rsid w:val="00A33C5A"/>
    <w:rsid w:val="00A33E5D"/>
    <w:rsid w:val="00A3671D"/>
    <w:rsid w:val="00A36BAB"/>
    <w:rsid w:val="00A37412"/>
    <w:rsid w:val="00A37BB3"/>
    <w:rsid w:val="00A40437"/>
    <w:rsid w:val="00A4111C"/>
    <w:rsid w:val="00A41269"/>
    <w:rsid w:val="00A423F0"/>
    <w:rsid w:val="00A424DA"/>
    <w:rsid w:val="00A42593"/>
    <w:rsid w:val="00A440A0"/>
    <w:rsid w:val="00A449F8"/>
    <w:rsid w:val="00A45741"/>
    <w:rsid w:val="00A462F6"/>
    <w:rsid w:val="00A47FDA"/>
    <w:rsid w:val="00A505B3"/>
    <w:rsid w:val="00A5236B"/>
    <w:rsid w:val="00A52548"/>
    <w:rsid w:val="00A532D0"/>
    <w:rsid w:val="00A54562"/>
    <w:rsid w:val="00A561CD"/>
    <w:rsid w:val="00A5657C"/>
    <w:rsid w:val="00A568F3"/>
    <w:rsid w:val="00A56F38"/>
    <w:rsid w:val="00A57897"/>
    <w:rsid w:val="00A61697"/>
    <w:rsid w:val="00A6333A"/>
    <w:rsid w:val="00A64B28"/>
    <w:rsid w:val="00A6730C"/>
    <w:rsid w:val="00A67476"/>
    <w:rsid w:val="00A67556"/>
    <w:rsid w:val="00A67C6F"/>
    <w:rsid w:val="00A67FC6"/>
    <w:rsid w:val="00A7021D"/>
    <w:rsid w:val="00A713E6"/>
    <w:rsid w:val="00A7464E"/>
    <w:rsid w:val="00A77229"/>
    <w:rsid w:val="00A7725C"/>
    <w:rsid w:val="00A80445"/>
    <w:rsid w:val="00A81D3F"/>
    <w:rsid w:val="00A85DBA"/>
    <w:rsid w:val="00A86817"/>
    <w:rsid w:val="00A870D0"/>
    <w:rsid w:val="00A8714A"/>
    <w:rsid w:val="00A87370"/>
    <w:rsid w:val="00A875B9"/>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1DC1"/>
    <w:rsid w:val="00AB433E"/>
    <w:rsid w:val="00AB4E36"/>
    <w:rsid w:val="00AB6B60"/>
    <w:rsid w:val="00AB6EB3"/>
    <w:rsid w:val="00AB732B"/>
    <w:rsid w:val="00AB7CBC"/>
    <w:rsid w:val="00AC0002"/>
    <w:rsid w:val="00AC0C31"/>
    <w:rsid w:val="00AC29B7"/>
    <w:rsid w:val="00AC378C"/>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294"/>
    <w:rsid w:val="00AF283B"/>
    <w:rsid w:val="00AF34F1"/>
    <w:rsid w:val="00AF39DE"/>
    <w:rsid w:val="00AF3E40"/>
    <w:rsid w:val="00AF47BB"/>
    <w:rsid w:val="00AF5BD4"/>
    <w:rsid w:val="00AF5E1A"/>
    <w:rsid w:val="00AF6634"/>
    <w:rsid w:val="00AF6BAC"/>
    <w:rsid w:val="00AF6E8E"/>
    <w:rsid w:val="00B01B19"/>
    <w:rsid w:val="00B02CA1"/>
    <w:rsid w:val="00B1332B"/>
    <w:rsid w:val="00B13DC0"/>
    <w:rsid w:val="00B143F0"/>
    <w:rsid w:val="00B14868"/>
    <w:rsid w:val="00B167C0"/>
    <w:rsid w:val="00B17561"/>
    <w:rsid w:val="00B17579"/>
    <w:rsid w:val="00B20152"/>
    <w:rsid w:val="00B20272"/>
    <w:rsid w:val="00B20A42"/>
    <w:rsid w:val="00B21DB2"/>
    <w:rsid w:val="00B21F37"/>
    <w:rsid w:val="00B23066"/>
    <w:rsid w:val="00B2339B"/>
    <w:rsid w:val="00B23480"/>
    <w:rsid w:val="00B2744C"/>
    <w:rsid w:val="00B315E5"/>
    <w:rsid w:val="00B31642"/>
    <w:rsid w:val="00B32AA1"/>
    <w:rsid w:val="00B32DDE"/>
    <w:rsid w:val="00B36CDF"/>
    <w:rsid w:val="00B375A6"/>
    <w:rsid w:val="00B41C2F"/>
    <w:rsid w:val="00B43BD1"/>
    <w:rsid w:val="00B47C16"/>
    <w:rsid w:val="00B47E88"/>
    <w:rsid w:val="00B50ADD"/>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66EED"/>
    <w:rsid w:val="00B749F7"/>
    <w:rsid w:val="00B74FDD"/>
    <w:rsid w:val="00B75371"/>
    <w:rsid w:val="00B778FA"/>
    <w:rsid w:val="00B77F99"/>
    <w:rsid w:val="00B8003F"/>
    <w:rsid w:val="00B802B1"/>
    <w:rsid w:val="00B81218"/>
    <w:rsid w:val="00B81C4B"/>
    <w:rsid w:val="00B82C62"/>
    <w:rsid w:val="00B8378C"/>
    <w:rsid w:val="00B84194"/>
    <w:rsid w:val="00B85DE2"/>
    <w:rsid w:val="00B86A4A"/>
    <w:rsid w:val="00B8788F"/>
    <w:rsid w:val="00B90AA8"/>
    <w:rsid w:val="00B9209F"/>
    <w:rsid w:val="00B92914"/>
    <w:rsid w:val="00B93DD1"/>
    <w:rsid w:val="00B9550D"/>
    <w:rsid w:val="00B955A4"/>
    <w:rsid w:val="00B96F11"/>
    <w:rsid w:val="00BA2282"/>
    <w:rsid w:val="00BA2681"/>
    <w:rsid w:val="00BA35E4"/>
    <w:rsid w:val="00BA37D8"/>
    <w:rsid w:val="00BA3981"/>
    <w:rsid w:val="00BA3A4E"/>
    <w:rsid w:val="00BA590D"/>
    <w:rsid w:val="00BA6855"/>
    <w:rsid w:val="00BA6918"/>
    <w:rsid w:val="00BA6BD8"/>
    <w:rsid w:val="00BA6CD6"/>
    <w:rsid w:val="00BA6D1D"/>
    <w:rsid w:val="00BB0041"/>
    <w:rsid w:val="00BB0209"/>
    <w:rsid w:val="00BB145A"/>
    <w:rsid w:val="00BB15DF"/>
    <w:rsid w:val="00BB1C27"/>
    <w:rsid w:val="00BB40A7"/>
    <w:rsid w:val="00BB431C"/>
    <w:rsid w:val="00BB65C9"/>
    <w:rsid w:val="00BB73CA"/>
    <w:rsid w:val="00BB767F"/>
    <w:rsid w:val="00BB76AD"/>
    <w:rsid w:val="00BB7741"/>
    <w:rsid w:val="00BC01D3"/>
    <w:rsid w:val="00BC186B"/>
    <w:rsid w:val="00BC25B2"/>
    <w:rsid w:val="00BC2D90"/>
    <w:rsid w:val="00BC37D9"/>
    <w:rsid w:val="00BC4713"/>
    <w:rsid w:val="00BC4ECC"/>
    <w:rsid w:val="00BD1929"/>
    <w:rsid w:val="00BD386C"/>
    <w:rsid w:val="00BD40C2"/>
    <w:rsid w:val="00BD4148"/>
    <w:rsid w:val="00BD51F5"/>
    <w:rsid w:val="00BD5753"/>
    <w:rsid w:val="00BD5DF5"/>
    <w:rsid w:val="00BD6478"/>
    <w:rsid w:val="00BD6F18"/>
    <w:rsid w:val="00BD780B"/>
    <w:rsid w:val="00BE0131"/>
    <w:rsid w:val="00BE2D70"/>
    <w:rsid w:val="00BF045A"/>
    <w:rsid w:val="00BF1DD9"/>
    <w:rsid w:val="00BF1F9C"/>
    <w:rsid w:val="00BF3304"/>
    <w:rsid w:val="00BF443E"/>
    <w:rsid w:val="00BF4549"/>
    <w:rsid w:val="00BF4A10"/>
    <w:rsid w:val="00BF62CA"/>
    <w:rsid w:val="00BF7239"/>
    <w:rsid w:val="00BF785B"/>
    <w:rsid w:val="00BF7B7F"/>
    <w:rsid w:val="00C00D4E"/>
    <w:rsid w:val="00C016DC"/>
    <w:rsid w:val="00C0232D"/>
    <w:rsid w:val="00C02393"/>
    <w:rsid w:val="00C0291B"/>
    <w:rsid w:val="00C03651"/>
    <w:rsid w:val="00C03B63"/>
    <w:rsid w:val="00C03D3F"/>
    <w:rsid w:val="00C04C2E"/>
    <w:rsid w:val="00C04E25"/>
    <w:rsid w:val="00C050E4"/>
    <w:rsid w:val="00C05522"/>
    <w:rsid w:val="00C060BF"/>
    <w:rsid w:val="00C06445"/>
    <w:rsid w:val="00C06E6E"/>
    <w:rsid w:val="00C10943"/>
    <w:rsid w:val="00C11EF5"/>
    <w:rsid w:val="00C12012"/>
    <w:rsid w:val="00C15786"/>
    <w:rsid w:val="00C16127"/>
    <w:rsid w:val="00C20E20"/>
    <w:rsid w:val="00C20E9A"/>
    <w:rsid w:val="00C213A7"/>
    <w:rsid w:val="00C2206F"/>
    <w:rsid w:val="00C23D06"/>
    <w:rsid w:val="00C243B5"/>
    <w:rsid w:val="00C24413"/>
    <w:rsid w:val="00C32707"/>
    <w:rsid w:val="00C32C8A"/>
    <w:rsid w:val="00C330C1"/>
    <w:rsid w:val="00C331D2"/>
    <w:rsid w:val="00C337C1"/>
    <w:rsid w:val="00C33E8E"/>
    <w:rsid w:val="00C33F7F"/>
    <w:rsid w:val="00C33FCF"/>
    <w:rsid w:val="00C33FDC"/>
    <w:rsid w:val="00C35067"/>
    <w:rsid w:val="00C35924"/>
    <w:rsid w:val="00C35AF8"/>
    <w:rsid w:val="00C367E4"/>
    <w:rsid w:val="00C37BCD"/>
    <w:rsid w:val="00C37D6E"/>
    <w:rsid w:val="00C40B9B"/>
    <w:rsid w:val="00C418E2"/>
    <w:rsid w:val="00C4284B"/>
    <w:rsid w:val="00C4364A"/>
    <w:rsid w:val="00C46EEA"/>
    <w:rsid w:val="00C47039"/>
    <w:rsid w:val="00C5061D"/>
    <w:rsid w:val="00C521C5"/>
    <w:rsid w:val="00C52BFB"/>
    <w:rsid w:val="00C52E1F"/>
    <w:rsid w:val="00C54054"/>
    <w:rsid w:val="00C54325"/>
    <w:rsid w:val="00C54B59"/>
    <w:rsid w:val="00C55772"/>
    <w:rsid w:val="00C55788"/>
    <w:rsid w:val="00C57469"/>
    <w:rsid w:val="00C5786A"/>
    <w:rsid w:val="00C57AEB"/>
    <w:rsid w:val="00C60EF5"/>
    <w:rsid w:val="00C64934"/>
    <w:rsid w:val="00C65ECF"/>
    <w:rsid w:val="00C660A3"/>
    <w:rsid w:val="00C7008C"/>
    <w:rsid w:val="00C7074A"/>
    <w:rsid w:val="00C71564"/>
    <w:rsid w:val="00C730F7"/>
    <w:rsid w:val="00C731EA"/>
    <w:rsid w:val="00C732D7"/>
    <w:rsid w:val="00C74256"/>
    <w:rsid w:val="00C74E75"/>
    <w:rsid w:val="00C76BC6"/>
    <w:rsid w:val="00C7716A"/>
    <w:rsid w:val="00C77173"/>
    <w:rsid w:val="00C80498"/>
    <w:rsid w:val="00C804C9"/>
    <w:rsid w:val="00C80E66"/>
    <w:rsid w:val="00C810C9"/>
    <w:rsid w:val="00C82DD4"/>
    <w:rsid w:val="00C84034"/>
    <w:rsid w:val="00C842C5"/>
    <w:rsid w:val="00C85C0A"/>
    <w:rsid w:val="00C86270"/>
    <w:rsid w:val="00C868EE"/>
    <w:rsid w:val="00C90E29"/>
    <w:rsid w:val="00C91A5C"/>
    <w:rsid w:val="00C92668"/>
    <w:rsid w:val="00C92C77"/>
    <w:rsid w:val="00C93514"/>
    <w:rsid w:val="00C93D45"/>
    <w:rsid w:val="00C96570"/>
    <w:rsid w:val="00C9679E"/>
    <w:rsid w:val="00C976A3"/>
    <w:rsid w:val="00C977D0"/>
    <w:rsid w:val="00CA01EB"/>
    <w:rsid w:val="00CA05DA"/>
    <w:rsid w:val="00CA2125"/>
    <w:rsid w:val="00CA26CD"/>
    <w:rsid w:val="00CA2EB5"/>
    <w:rsid w:val="00CA3482"/>
    <w:rsid w:val="00CA37EB"/>
    <w:rsid w:val="00CA3EF8"/>
    <w:rsid w:val="00CA4379"/>
    <w:rsid w:val="00CA492A"/>
    <w:rsid w:val="00CA6F18"/>
    <w:rsid w:val="00CA7553"/>
    <w:rsid w:val="00CB1AB5"/>
    <w:rsid w:val="00CB2781"/>
    <w:rsid w:val="00CB3CF6"/>
    <w:rsid w:val="00CB43ED"/>
    <w:rsid w:val="00CB5AA2"/>
    <w:rsid w:val="00CB5C65"/>
    <w:rsid w:val="00CB6575"/>
    <w:rsid w:val="00CC0D63"/>
    <w:rsid w:val="00CC2CCA"/>
    <w:rsid w:val="00CC3143"/>
    <w:rsid w:val="00CC3695"/>
    <w:rsid w:val="00CC54EA"/>
    <w:rsid w:val="00CC7DF4"/>
    <w:rsid w:val="00CD0124"/>
    <w:rsid w:val="00CD0962"/>
    <w:rsid w:val="00CD0EEC"/>
    <w:rsid w:val="00CD0F81"/>
    <w:rsid w:val="00CD2011"/>
    <w:rsid w:val="00CD2F2B"/>
    <w:rsid w:val="00CD5223"/>
    <w:rsid w:val="00CE0799"/>
    <w:rsid w:val="00CE1472"/>
    <w:rsid w:val="00CE24FA"/>
    <w:rsid w:val="00CE3019"/>
    <w:rsid w:val="00CE36AE"/>
    <w:rsid w:val="00CE4339"/>
    <w:rsid w:val="00CE4E83"/>
    <w:rsid w:val="00CE5CDA"/>
    <w:rsid w:val="00CF05FC"/>
    <w:rsid w:val="00CF159C"/>
    <w:rsid w:val="00CF232C"/>
    <w:rsid w:val="00CF2753"/>
    <w:rsid w:val="00CF2D83"/>
    <w:rsid w:val="00CF36E4"/>
    <w:rsid w:val="00CF4336"/>
    <w:rsid w:val="00CF5D85"/>
    <w:rsid w:val="00CF6018"/>
    <w:rsid w:val="00D0065F"/>
    <w:rsid w:val="00D00BA9"/>
    <w:rsid w:val="00D01D1C"/>
    <w:rsid w:val="00D0209D"/>
    <w:rsid w:val="00D0233E"/>
    <w:rsid w:val="00D03660"/>
    <w:rsid w:val="00D04293"/>
    <w:rsid w:val="00D048A7"/>
    <w:rsid w:val="00D04B5B"/>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5708"/>
    <w:rsid w:val="00D3640A"/>
    <w:rsid w:val="00D368F8"/>
    <w:rsid w:val="00D374D9"/>
    <w:rsid w:val="00D3787E"/>
    <w:rsid w:val="00D37A87"/>
    <w:rsid w:val="00D40080"/>
    <w:rsid w:val="00D430E2"/>
    <w:rsid w:val="00D4613A"/>
    <w:rsid w:val="00D477DB"/>
    <w:rsid w:val="00D479BD"/>
    <w:rsid w:val="00D47E1F"/>
    <w:rsid w:val="00D50E92"/>
    <w:rsid w:val="00D50ED1"/>
    <w:rsid w:val="00D50EE8"/>
    <w:rsid w:val="00D52467"/>
    <w:rsid w:val="00D54408"/>
    <w:rsid w:val="00D553D3"/>
    <w:rsid w:val="00D55872"/>
    <w:rsid w:val="00D572EB"/>
    <w:rsid w:val="00D615DF"/>
    <w:rsid w:val="00D621EA"/>
    <w:rsid w:val="00D6358D"/>
    <w:rsid w:val="00D63B2E"/>
    <w:rsid w:val="00D64BE1"/>
    <w:rsid w:val="00D70C0F"/>
    <w:rsid w:val="00D74212"/>
    <w:rsid w:val="00D74511"/>
    <w:rsid w:val="00D76E97"/>
    <w:rsid w:val="00D77040"/>
    <w:rsid w:val="00D77565"/>
    <w:rsid w:val="00D8041D"/>
    <w:rsid w:val="00D80477"/>
    <w:rsid w:val="00D80C95"/>
    <w:rsid w:val="00D81C3E"/>
    <w:rsid w:val="00D81D98"/>
    <w:rsid w:val="00D81DB0"/>
    <w:rsid w:val="00D82122"/>
    <w:rsid w:val="00D83034"/>
    <w:rsid w:val="00D85A64"/>
    <w:rsid w:val="00D85BBE"/>
    <w:rsid w:val="00D900EB"/>
    <w:rsid w:val="00D90998"/>
    <w:rsid w:val="00D90C18"/>
    <w:rsid w:val="00D91549"/>
    <w:rsid w:val="00D934EC"/>
    <w:rsid w:val="00D93CF7"/>
    <w:rsid w:val="00D96546"/>
    <w:rsid w:val="00DA1B34"/>
    <w:rsid w:val="00DA1D82"/>
    <w:rsid w:val="00DA1F7F"/>
    <w:rsid w:val="00DA229E"/>
    <w:rsid w:val="00DA25B9"/>
    <w:rsid w:val="00DA3130"/>
    <w:rsid w:val="00DA4601"/>
    <w:rsid w:val="00DA4820"/>
    <w:rsid w:val="00DA51D6"/>
    <w:rsid w:val="00DA6B8F"/>
    <w:rsid w:val="00DA703A"/>
    <w:rsid w:val="00DA71D4"/>
    <w:rsid w:val="00DA7F11"/>
    <w:rsid w:val="00DB0091"/>
    <w:rsid w:val="00DB1849"/>
    <w:rsid w:val="00DB1C52"/>
    <w:rsid w:val="00DB1F94"/>
    <w:rsid w:val="00DB4721"/>
    <w:rsid w:val="00DB54D5"/>
    <w:rsid w:val="00DB7D04"/>
    <w:rsid w:val="00DC0AF4"/>
    <w:rsid w:val="00DC24D6"/>
    <w:rsid w:val="00DC253B"/>
    <w:rsid w:val="00DC4A2A"/>
    <w:rsid w:val="00DC5832"/>
    <w:rsid w:val="00DC6190"/>
    <w:rsid w:val="00DC6ADC"/>
    <w:rsid w:val="00DC7F4D"/>
    <w:rsid w:val="00DD32EE"/>
    <w:rsid w:val="00DD6D08"/>
    <w:rsid w:val="00DD6FFF"/>
    <w:rsid w:val="00DE025C"/>
    <w:rsid w:val="00DE0B58"/>
    <w:rsid w:val="00DE1E3F"/>
    <w:rsid w:val="00DE2509"/>
    <w:rsid w:val="00DE2D0E"/>
    <w:rsid w:val="00DE4324"/>
    <w:rsid w:val="00DE501B"/>
    <w:rsid w:val="00DE5A44"/>
    <w:rsid w:val="00DE5D1F"/>
    <w:rsid w:val="00DE5F24"/>
    <w:rsid w:val="00DE619C"/>
    <w:rsid w:val="00DF1666"/>
    <w:rsid w:val="00DF3C8F"/>
    <w:rsid w:val="00DF645C"/>
    <w:rsid w:val="00DF6D4F"/>
    <w:rsid w:val="00DF7C8A"/>
    <w:rsid w:val="00DF7F83"/>
    <w:rsid w:val="00E046A1"/>
    <w:rsid w:val="00E0477D"/>
    <w:rsid w:val="00E04871"/>
    <w:rsid w:val="00E04B76"/>
    <w:rsid w:val="00E04CDD"/>
    <w:rsid w:val="00E06FC4"/>
    <w:rsid w:val="00E079B5"/>
    <w:rsid w:val="00E07AD4"/>
    <w:rsid w:val="00E164FE"/>
    <w:rsid w:val="00E16B40"/>
    <w:rsid w:val="00E22B38"/>
    <w:rsid w:val="00E22B59"/>
    <w:rsid w:val="00E24AFB"/>
    <w:rsid w:val="00E272AF"/>
    <w:rsid w:val="00E30F65"/>
    <w:rsid w:val="00E32448"/>
    <w:rsid w:val="00E3311C"/>
    <w:rsid w:val="00E34D66"/>
    <w:rsid w:val="00E37186"/>
    <w:rsid w:val="00E37EFD"/>
    <w:rsid w:val="00E40681"/>
    <w:rsid w:val="00E4088B"/>
    <w:rsid w:val="00E40DA0"/>
    <w:rsid w:val="00E40F67"/>
    <w:rsid w:val="00E43297"/>
    <w:rsid w:val="00E45D87"/>
    <w:rsid w:val="00E45D94"/>
    <w:rsid w:val="00E4624F"/>
    <w:rsid w:val="00E470B3"/>
    <w:rsid w:val="00E47174"/>
    <w:rsid w:val="00E473E0"/>
    <w:rsid w:val="00E5036C"/>
    <w:rsid w:val="00E52867"/>
    <w:rsid w:val="00E530DA"/>
    <w:rsid w:val="00E53156"/>
    <w:rsid w:val="00E569E4"/>
    <w:rsid w:val="00E56FD5"/>
    <w:rsid w:val="00E6124B"/>
    <w:rsid w:val="00E614A7"/>
    <w:rsid w:val="00E6165A"/>
    <w:rsid w:val="00E622B2"/>
    <w:rsid w:val="00E62A28"/>
    <w:rsid w:val="00E63759"/>
    <w:rsid w:val="00E64E67"/>
    <w:rsid w:val="00E657A7"/>
    <w:rsid w:val="00E65E55"/>
    <w:rsid w:val="00E66C8F"/>
    <w:rsid w:val="00E66F31"/>
    <w:rsid w:val="00E70B4F"/>
    <w:rsid w:val="00E73C2D"/>
    <w:rsid w:val="00E73D29"/>
    <w:rsid w:val="00E75E3B"/>
    <w:rsid w:val="00E760D8"/>
    <w:rsid w:val="00E81288"/>
    <w:rsid w:val="00E81811"/>
    <w:rsid w:val="00E82222"/>
    <w:rsid w:val="00E82254"/>
    <w:rsid w:val="00E8480C"/>
    <w:rsid w:val="00E84B86"/>
    <w:rsid w:val="00E84D26"/>
    <w:rsid w:val="00E87AE6"/>
    <w:rsid w:val="00E87D25"/>
    <w:rsid w:val="00E9006D"/>
    <w:rsid w:val="00E90A50"/>
    <w:rsid w:val="00E92C7E"/>
    <w:rsid w:val="00E92F55"/>
    <w:rsid w:val="00E93E64"/>
    <w:rsid w:val="00E940F9"/>
    <w:rsid w:val="00E95AFF"/>
    <w:rsid w:val="00E95DF8"/>
    <w:rsid w:val="00E96AE5"/>
    <w:rsid w:val="00EA04F1"/>
    <w:rsid w:val="00EA1E98"/>
    <w:rsid w:val="00EA5D08"/>
    <w:rsid w:val="00EA6EC7"/>
    <w:rsid w:val="00EA6F92"/>
    <w:rsid w:val="00EB0F7D"/>
    <w:rsid w:val="00EB104B"/>
    <w:rsid w:val="00EB5175"/>
    <w:rsid w:val="00EB67A0"/>
    <w:rsid w:val="00EB7852"/>
    <w:rsid w:val="00EC0784"/>
    <w:rsid w:val="00EC1EE4"/>
    <w:rsid w:val="00EC29D7"/>
    <w:rsid w:val="00EC34E9"/>
    <w:rsid w:val="00EC369A"/>
    <w:rsid w:val="00EC4E66"/>
    <w:rsid w:val="00EC4EC4"/>
    <w:rsid w:val="00EC5305"/>
    <w:rsid w:val="00EC654F"/>
    <w:rsid w:val="00EC7389"/>
    <w:rsid w:val="00ED2AF2"/>
    <w:rsid w:val="00ED401B"/>
    <w:rsid w:val="00ED5B69"/>
    <w:rsid w:val="00ED6B49"/>
    <w:rsid w:val="00ED6C0B"/>
    <w:rsid w:val="00EE071D"/>
    <w:rsid w:val="00EE0EFE"/>
    <w:rsid w:val="00EE1305"/>
    <w:rsid w:val="00EE2A2E"/>
    <w:rsid w:val="00EE46D8"/>
    <w:rsid w:val="00EE621A"/>
    <w:rsid w:val="00EE6294"/>
    <w:rsid w:val="00EE6368"/>
    <w:rsid w:val="00EE7710"/>
    <w:rsid w:val="00EF1310"/>
    <w:rsid w:val="00EF2F5B"/>
    <w:rsid w:val="00EF48E2"/>
    <w:rsid w:val="00EF751A"/>
    <w:rsid w:val="00F01252"/>
    <w:rsid w:val="00F0170F"/>
    <w:rsid w:val="00F01A22"/>
    <w:rsid w:val="00F02B08"/>
    <w:rsid w:val="00F057DD"/>
    <w:rsid w:val="00F06F33"/>
    <w:rsid w:val="00F07162"/>
    <w:rsid w:val="00F079E2"/>
    <w:rsid w:val="00F07ED8"/>
    <w:rsid w:val="00F07F5B"/>
    <w:rsid w:val="00F11D0E"/>
    <w:rsid w:val="00F12DC9"/>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24AC"/>
    <w:rsid w:val="00F34E40"/>
    <w:rsid w:val="00F353A7"/>
    <w:rsid w:val="00F35453"/>
    <w:rsid w:val="00F41025"/>
    <w:rsid w:val="00F4103B"/>
    <w:rsid w:val="00F42989"/>
    <w:rsid w:val="00F42F63"/>
    <w:rsid w:val="00F455FE"/>
    <w:rsid w:val="00F459EE"/>
    <w:rsid w:val="00F472D5"/>
    <w:rsid w:val="00F476B4"/>
    <w:rsid w:val="00F47B64"/>
    <w:rsid w:val="00F5011D"/>
    <w:rsid w:val="00F50141"/>
    <w:rsid w:val="00F5396B"/>
    <w:rsid w:val="00F54891"/>
    <w:rsid w:val="00F56705"/>
    <w:rsid w:val="00F56CE2"/>
    <w:rsid w:val="00F612C0"/>
    <w:rsid w:val="00F61495"/>
    <w:rsid w:val="00F6605C"/>
    <w:rsid w:val="00F66C7F"/>
    <w:rsid w:val="00F67747"/>
    <w:rsid w:val="00F67AA2"/>
    <w:rsid w:val="00F7037B"/>
    <w:rsid w:val="00F74817"/>
    <w:rsid w:val="00F75447"/>
    <w:rsid w:val="00F7569F"/>
    <w:rsid w:val="00F75CB4"/>
    <w:rsid w:val="00F768DE"/>
    <w:rsid w:val="00F80217"/>
    <w:rsid w:val="00F806A1"/>
    <w:rsid w:val="00F82E52"/>
    <w:rsid w:val="00F86835"/>
    <w:rsid w:val="00F86B09"/>
    <w:rsid w:val="00F9141E"/>
    <w:rsid w:val="00F91A72"/>
    <w:rsid w:val="00F9249B"/>
    <w:rsid w:val="00F94DD0"/>
    <w:rsid w:val="00F95342"/>
    <w:rsid w:val="00F957EB"/>
    <w:rsid w:val="00F965E9"/>
    <w:rsid w:val="00F96B57"/>
    <w:rsid w:val="00F96BE2"/>
    <w:rsid w:val="00F96C43"/>
    <w:rsid w:val="00FA2C0B"/>
    <w:rsid w:val="00FA4A86"/>
    <w:rsid w:val="00FA5C77"/>
    <w:rsid w:val="00FA6552"/>
    <w:rsid w:val="00FA75A0"/>
    <w:rsid w:val="00FA7743"/>
    <w:rsid w:val="00FB229A"/>
    <w:rsid w:val="00FB25B8"/>
    <w:rsid w:val="00FB3D6A"/>
    <w:rsid w:val="00FB4909"/>
    <w:rsid w:val="00FB4B71"/>
    <w:rsid w:val="00FB64DE"/>
    <w:rsid w:val="00FB69AB"/>
    <w:rsid w:val="00FB7B87"/>
    <w:rsid w:val="00FC0B2B"/>
    <w:rsid w:val="00FC16E7"/>
    <w:rsid w:val="00FC1EB8"/>
    <w:rsid w:val="00FC26C6"/>
    <w:rsid w:val="00FC3CCA"/>
    <w:rsid w:val="00FC4A43"/>
    <w:rsid w:val="00FC6DD6"/>
    <w:rsid w:val="00FC7228"/>
    <w:rsid w:val="00FC7442"/>
    <w:rsid w:val="00FD0052"/>
    <w:rsid w:val="00FD0786"/>
    <w:rsid w:val="00FD1EE5"/>
    <w:rsid w:val="00FD1FD4"/>
    <w:rsid w:val="00FD2970"/>
    <w:rsid w:val="00FD48A6"/>
    <w:rsid w:val="00FD5632"/>
    <w:rsid w:val="00FD68B9"/>
    <w:rsid w:val="00FD7A4D"/>
    <w:rsid w:val="00FE125A"/>
    <w:rsid w:val="00FE12D3"/>
    <w:rsid w:val="00FE15A4"/>
    <w:rsid w:val="00FE20E6"/>
    <w:rsid w:val="00FE2B69"/>
    <w:rsid w:val="00FE3A4C"/>
    <w:rsid w:val="00FE4551"/>
    <w:rsid w:val="00FE59FB"/>
    <w:rsid w:val="00FF249E"/>
    <w:rsid w:val="00FF2FDB"/>
    <w:rsid w:val="00FF3435"/>
    <w:rsid w:val="00FF3C7E"/>
    <w:rsid w:val="00FF3DE4"/>
    <w:rsid w:val="00FF4976"/>
    <w:rsid w:val="00FF4CAD"/>
    <w:rsid w:val="00FF4D5D"/>
    <w:rsid w:val="00FF661F"/>
    <w:rsid w:val="00FF6EF5"/>
    <w:rsid w:val="00FF77CA"/>
    <w:rsid w:val="00FF7B6E"/>
    <w:rsid w:val="01388FE8"/>
    <w:rsid w:val="01747BCD"/>
    <w:rsid w:val="041F64E4"/>
    <w:rsid w:val="0592DFBB"/>
    <w:rsid w:val="097600E6"/>
    <w:rsid w:val="09B7F48F"/>
    <w:rsid w:val="0D4DEEF1"/>
    <w:rsid w:val="1361F498"/>
    <w:rsid w:val="150C2CFE"/>
    <w:rsid w:val="15523E70"/>
    <w:rsid w:val="15DF1CB7"/>
    <w:rsid w:val="1691BC45"/>
    <w:rsid w:val="16BC0FCB"/>
    <w:rsid w:val="1708297C"/>
    <w:rsid w:val="17F7C155"/>
    <w:rsid w:val="19628DD7"/>
    <w:rsid w:val="1B845B95"/>
    <w:rsid w:val="1C3B6128"/>
    <w:rsid w:val="1D6BE8E0"/>
    <w:rsid w:val="1FDC8F15"/>
    <w:rsid w:val="2085C6DA"/>
    <w:rsid w:val="20A3FCB6"/>
    <w:rsid w:val="21C76F30"/>
    <w:rsid w:val="2243095E"/>
    <w:rsid w:val="225CF779"/>
    <w:rsid w:val="248AA5EF"/>
    <w:rsid w:val="24EE27EB"/>
    <w:rsid w:val="25AB01A1"/>
    <w:rsid w:val="25DDC6B9"/>
    <w:rsid w:val="2A127530"/>
    <w:rsid w:val="2CD889EC"/>
    <w:rsid w:val="2DAE6F09"/>
    <w:rsid w:val="2DD893CC"/>
    <w:rsid w:val="33C369B7"/>
    <w:rsid w:val="33FD1F75"/>
    <w:rsid w:val="38B47743"/>
    <w:rsid w:val="3B2AA08D"/>
    <w:rsid w:val="3B6711C8"/>
    <w:rsid w:val="3B81810E"/>
    <w:rsid w:val="3B8617E0"/>
    <w:rsid w:val="3BEC1805"/>
    <w:rsid w:val="3D46AA28"/>
    <w:rsid w:val="3DF376BC"/>
    <w:rsid w:val="3F11AE36"/>
    <w:rsid w:val="3F589DDA"/>
    <w:rsid w:val="3F765FAE"/>
    <w:rsid w:val="40A394A7"/>
    <w:rsid w:val="40D6504F"/>
    <w:rsid w:val="4164401D"/>
    <w:rsid w:val="41821B43"/>
    <w:rsid w:val="425B5989"/>
    <w:rsid w:val="426C222C"/>
    <w:rsid w:val="44957A2C"/>
    <w:rsid w:val="457A7FB2"/>
    <w:rsid w:val="45848C49"/>
    <w:rsid w:val="46A3ECDB"/>
    <w:rsid w:val="4759BF63"/>
    <w:rsid w:val="4A314E90"/>
    <w:rsid w:val="4AC2748A"/>
    <w:rsid w:val="4B5D1F59"/>
    <w:rsid w:val="4B85FCF3"/>
    <w:rsid w:val="4C4C5EB3"/>
    <w:rsid w:val="4F0621E8"/>
    <w:rsid w:val="4F6493F6"/>
    <w:rsid w:val="53D3FCFC"/>
    <w:rsid w:val="54153B3A"/>
    <w:rsid w:val="5479AFF5"/>
    <w:rsid w:val="5506B13D"/>
    <w:rsid w:val="55B10B9B"/>
    <w:rsid w:val="582A10BC"/>
    <w:rsid w:val="58E8AC5D"/>
    <w:rsid w:val="597A1B2F"/>
    <w:rsid w:val="5AE04659"/>
    <w:rsid w:val="5E7EBEA9"/>
    <w:rsid w:val="601A8F0A"/>
    <w:rsid w:val="6033708F"/>
    <w:rsid w:val="6213359B"/>
    <w:rsid w:val="62845CF3"/>
    <w:rsid w:val="62DF20B5"/>
    <w:rsid w:val="63CED7F8"/>
    <w:rsid w:val="671F045A"/>
    <w:rsid w:val="67FC5C1E"/>
    <w:rsid w:val="683D9A5C"/>
    <w:rsid w:val="68727051"/>
    <w:rsid w:val="68E894A9"/>
    <w:rsid w:val="6C0A715B"/>
    <w:rsid w:val="6C4063D0"/>
    <w:rsid w:val="6D00B1B9"/>
    <w:rsid w:val="70ABAE14"/>
    <w:rsid w:val="712758E3"/>
    <w:rsid w:val="733F0EC5"/>
    <w:rsid w:val="76C29972"/>
    <w:rsid w:val="78A9527F"/>
    <w:rsid w:val="7CCCC8AE"/>
    <w:rsid w:val="7DE2C4F8"/>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43A71"/>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style>
  <w:style w:type="paragraph" w:styleId="Revision">
    <w:name w:val="Revision"/>
    <w:hidden/>
    <w:uiPriority w:val="99"/>
    <w:semiHidden/>
    <w:rsid w:val="00FA6552"/>
    <w:rPr>
      <w:rFonts w:ascii="Arial" w:hAnsi="Arial"/>
      <w:sz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92B02C6933ED3469771CA695F086E01" ma:contentTypeVersion="14" ma:contentTypeDescription="Ein neues Dokument erstellen." ma:contentTypeScope="" ma:versionID="d1e96f8b3d4453f1cfccf673b7337298">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08cfad5d3816452aa88f5dc1bc380fb1"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Martin Nolte</DisplayName>
        <AccountId>359</AccountId>
        <AccountType/>
      </UserInfo>
      <UserInfo>
        <DisplayName>Steven Roller</DisplayName>
        <AccountId>272</AccountId>
        <AccountType/>
      </UserInfo>
    </SharedWithUsers>
  </documentManagement>
</p:properties>
</file>

<file path=customXml/itemProps1.xml><?xml version="1.0" encoding="utf-8"?>
<ds:datastoreItem xmlns:ds="http://schemas.openxmlformats.org/officeDocument/2006/customXml" ds:itemID="{46DFECE5-FED7-484E-9328-E0B138D0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3.xml><?xml version="1.0" encoding="utf-8"?>
<ds:datastoreItem xmlns:ds="http://schemas.openxmlformats.org/officeDocument/2006/customXml" ds:itemID="{74BD931D-7C22-3440-826B-F5E46B69B963}">
  <ds:schemaRefs>
    <ds:schemaRef ds:uri="http://schemas.openxmlformats.org/officeDocument/2006/bibliography"/>
  </ds:schemaRefs>
</ds:datastoreItem>
</file>

<file path=customXml/itemProps4.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4</TotalTime>
  <Pages>1</Pages>
  <Words>317</Words>
  <Characters>1666</Characters>
  <Application>Microsoft Office Word</Application>
  <DocSecurity>0</DocSecurity>
  <Lines>28</Lines>
  <Paragraphs>2</Paragraphs>
  <ScaleCrop>false</ScaleCrop>
  <HeadingPairs>
    <vt:vector size="2" baseType="variant">
      <vt:variant>
        <vt:lpstr>Title</vt:lpstr>
      </vt:variant>
      <vt:variant>
        <vt:i4>1</vt:i4>
      </vt:variant>
    </vt:vector>
  </HeadingPairs>
  <TitlesOfParts>
    <vt:vector size="1" baseType="lpstr">
      <vt:lpstr/>
    </vt:vector>
  </TitlesOfParts>
  <Company>Deere &amp; Company</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Dominika Drygas</cp:lastModifiedBy>
  <cp:revision>3</cp:revision>
  <cp:lastPrinted>2022-11-09T08:13:00Z</cp:lastPrinted>
  <dcterms:created xsi:type="dcterms:W3CDTF">2024-03-14T12:03:00Z</dcterms:created>
  <dcterms:modified xsi:type="dcterms:W3CDTF">2024-03-14T12:43:00Z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ActionId">
    <vt:lpwstr>a82ad2cd-5c8a-4121-89bc-d5cb1015a0bf</vt:lpwstr>
  </property>
  <property fmtid="{D5CDD505-2E9C-101B-9397-08002B2CF9AE}" pid="5" name="MSIP_Label_029374dd-2437-4816-8d63-bf9cc1b578e5_ContentBits">
    <vt:lpwstr>2</vt:lpwstr>
  </property>
  <property fmtid="{D5CDD505-2E9C-101B-9397-08002B2CF9AE}" pid="6" name="MSIP_Label_029374dd-2437-4816-8d63-bf9cc1b578e5_Enabled">
    <vt:lpwstr>true</vt:lpwstr>
  </property>
  <property fmtid="{D5CDD505-2E9C-101B-9397-08002B2CF9AE}" pid="7" name="MSIP_Label_029374dd-2437-4816-8d63-bf9cc1b578e5_Method">
    <vt:lpwstr>Privileged</vt:lpwstr>
  </property>
  <property fmtid="{D5CDD505-2E9C-101B-9397-08002B2CF9AE}" pid="8" name="MSIP_Label_029374dd-2437-4816-8d63-bf9cc1b578e5_Name">
    <vt:lpwstr>Public</vt:lpwstr>
  </property>
  <property fmtid="{D5CDD505-2E9C-101B-9397-08002B2CF9AE}" pid="9" name="MSIP_Label_029374dd-2437-4816-8d63-bf9cc1b578e5_SetDate">
    <vt:lpwstr>2023-02-17T10:45:24Z</vt:lpwstr>
  </property>
  <property fmtid="{D5CDD505-2E9C-101B-9397-08002B2CF9AE}" pid="10" name="MSIP_Label_029374dd-2437-4816-8d63-bf9cc1b578e5_SiteId">
    <vt:lpwstr>39b03722-b836-496a-85ec-850f0957ca6b</vt:lpwstr>
  </property>
</Properties>
</file>